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1MA0/4H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60"/>
          <w:szCs w:val="60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4pt;margin-top:40.9pt;width:44.25pt;height:1in;z-index:251664384">
            <v:imagedata r:id="rId7" o:title=""/>
          </v:shape>
        </w:pict>
      </w:r>
      <w:r>
        <w:rPr>
          <w:rFonts w:ascii="TimesNewRomanPS-BoldMT" w:hAnsi="TimesNewRomanPS-BoldMT" w:cs="TimesNewRomanPS-BoldMT"/>
          <w:b/>
          <w:bCs/>
          <w:sz w:val="60"/>
          <w:szCs w:val="60"/>
        </w:rPr>
        <w:t>Edexcel GCSE</w:t>
      </w:r>
    </w:p>
    <w:p w:rsidR="003711F8" w:rsidRPr="005D6E52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 xml:space="preserve">Mathematics (Linear) – 1MA0    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Practice Paper 4H (Calculator)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Set A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72"/>
          <w:szCs w:val="72"/>
        </w:rPr>
      </w:pPr>
      <w:r>
        <w:rPr>
          <w:rFonts w:ascii="TimesNewRomanPS-BoldMT" w:hAnsi="TimesNewRomanPS-BoldMT" w:cs="TimesNewRomanPS-BoldMT"/>
          <w:b/>
          <w:bCs/>
          <w:sz w:val="72"/>
          <w:szCs w:val="72"/>
        </w:rPr>
        <w:t>Higher Tier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36"/>
          <w:szCs w:val="36"/>
        </w:rPr>
      </w:pPr>
      <w:r>
        <w:rPr>
          <w:rFonts w:ascii="TimesNewRomanPSMT" w:hAnsi="TimesNewRomanPSMT" w:cs="TimesNewRomanPSMT"/>
          <w:sz w:val="36"/>
          <w:szCs w:val="36"/>
        </w:rPr>
        <w:t>Time: 1 hour 45 minutes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Materials required for examination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ab/>
        <w:t>Items included with question papers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Ruler graduated in centimetres and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  <w:t>Nil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millimetres, protractor, compasses,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pen, HB pencil, eraser.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Tracing paper may be used.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3711F8" w:rsidRPr="00A13BFB" w:rsidRDefault="003711F8" w:rsidP="00322947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7" style="position:absolute;z-index:251661312" from="0,16.45pt" to="462pt,16.45pt"/>
        </w:pict>
      </w:r>
      <w:r w:rsidRPr="00A13BFB">
        <w:rPr>
          <w:b/>
          <w:bCs/>
        </w:rPr>
        <w:t>Instructions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Use black ink or ball-point pen. 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Fill in the boxes at the top of this page with your name, centre number and candidate number. </w:t>
      </w:r>
    </w:p>
    <w:p w:rsidR="003711F8" w:rsidRPr="00A13BFB" w:rsidRDefault="003711F8" w:rsidP="00322947">
      <w:pPr>
        <w:tabs>
          <w:tab w:val="left" w:pos="420"/>
        </w:tabs>
      </w:pPr>
      <w:r w:rsidRPr="00A13BFB">
        <w:t>Answer all questions.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Answer the questions in the spaces provided – there may be more space than you need. 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Calculators </w:t>
      </w:r>
      <w:r>
        <w:t xml:space="preserve">may </w:t>
      </w:r>
      <w:r w:rsidRPr="00A13BFB">
        <w:t>be used.</w:t>
      </w:r>
    </w:p>
    <w:p w:rsidR="003711F8" w:rsidRPr="00A13BFB" w:rsidRDefault="003711F8" w:rsidP="00322947">
      <w:pPr>
        <w:tabs>
          <w:tab w:val="left" w:pos="420"/>
        </w:tabs>
      </w:pPr>
    </w:p>
    <w:p w:rsidR="003711F8" w:rsidRPr="00A13BFB" w:rsidRDefault="003711F8" w:rsidP="00322947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8" style="position:absolute;z-index:251662336" from="0,17.25pt" to="462pt,17.25pt"/>
        </w:pict>
      </w:r>
      <w:r w:rsidRPr="00A13BFB">
        <w:rPr>
          <w:b/>
          <w:bCs/>
        </w:rPr>
        <w:t>Information</w:t>
      </w:r>
    </w:p>
    <w:p w:rsidR="003711F8" w:rsidRPr="00A13BFB" w:rsidRDefault="003711F8" w:rsidP="00322947">
      <w:pPr>
        <w:tabs>
          <w:tab w:val="left" w:pos="420"/>
        </w:tabs>
      </w:pPr>
      <w:r w:rsidRPr="00A13BFB">
        <w:t>The total mark for this paper is 100.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The marks for each question are shown in brackets – use this as a guide as to how much time to spend on </w:t>
      </w:r>
      <w:r w:rsidRPr="00A13BFB">
        <w:rPr>
          <w:b/>
          <w:bCs/>
        </w:rPr>
        <w:t xml:space="preserve">each </w:t>
      </w:r>
      <w:r w:rsidRPr="00A13BFB">
        <w:t>question.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Questions labelled with an </w:t>
      </w:r>
      <w:r w:rsidRPr="00A13BFB">
        <w:rPr>
          <w:b/>
          <w:bCs/>
        </w:rPr>
        <w:t>asterisk</w:t>
      </w:r>
      <w:r w:rsidRPr="00A13BFB">
        <w:t xml:space="preserve"> (*) are ones where the quality of your written communication will be assessed – you should take particular care on these questions with your spelling, punctuation and grammar, as well as the clarity of expression.</w:t>
      </w:r>
    </w:p>
    <w:p w:rsidR="003711F8" w:rsidRPr="00A13BFB" w:rsidRDefault="003711F8" w:rsidP="00322947">
      <w:pPr>
        <w:tabs>
          <w:tab w:val="left" w:pos="420"/>
        </w:tabs>
      </w:pPr>
    </w:p>
    <w:p w:rsidR="003711F8" w:rsidRPr="00A13BFB" w:rsidRDefault="003711F8" w:rsidP="00322947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9" style="position:absolute;z-index:251663360" from="0,17.65pt" to="462pt,17.65pt"/>
        </w:pict>
      </w:r>
      <w:r w:rsidRPr="00A13BFB">
        <w:rPr>
          <w:b/>
          <w:bCs/>
        </w:rPr>
        <w:t>Advice</w:t>
      </w:r>
    </w:p>
    <w:p w:rsidR="003711F8" w:rsidRPr="00A13BFB" w:rsidRDefault="003711F8" w:rsidP="00322947">
      <w:pPr>
        <w:tabs>
          <w:tab w:val="left" w:pos="420"/>
        </w:tabs>
      </w:pPr>
      <w:r w:rsidRPr="00A13BFB">
        <w:t xml:space="preserve">Read each question carefully before you start to answer it. </w:t>
      </w:r>
    </w:p>
    <w:p w:rsidR="003711F8" w:rsidRPr="00A13BFB" w:rsidRDefault="003711F8" w:rsidP="00322947">
      <w:pPr>
        <w:tabs>
          <w:tab w:val="left" w:pos="420"/>
        </w:tabs>
      </w:pPr>
      <w:r w:rsidRPr="00A13BFB">
        <w:t>Keep an eye on the time.</w:t>
      </w:r>
    </w:p>
    <w:p w:rsidR="003711F8" w:rsidRPr="00A13BFB" w:rsidRDefault="003711F8" w:rsidP="00322947">
      <w:pPr>
        <w:tabs>
          <w:tab w:val="left" w:pos="420"/>
        </w:tabs>
      </w:pPr>
      <w:r w:rsidRPr="00A13BFB">
        <w:t>Try to answer every question.</w:t>
      </w:r>
    </w:p>
    <w:p w:rsidR="003711F8" w:rsidRPr="00A13BFB" w:rsidRDefault="003711F8" w:rsidP="00322947">
      <w:pPr>
        <w:tabs>
          <w:tab w:val="left" w:pos="420"/>
        </w:tabs>
      </w:pPr>
      <w:r w:rsidRPr="00A13BFB">
        <w:t>Check your answers if you have time at the end.</w:t>
      </w:r>
    </w:p>
    <w:p w:rsidR="003711F8" w:rsidRPr="00A13BFB" w:rsidRDefault="003711F8" w:rsidP="00322947">
      <w:pPr>
        <w:tabs>
          <w:tab w:val="left" w:pos="420"/>
        </w:tabs>
      </w:pPr>
    </w:p>
    <w:p w:rsidR="003711F8" w:rsidRPr="00A13BFB" w:rsidRDefault="003711F8" w:rsidP="00322947">
      <w:pPr>
        <w:tabs>
          <w:tab w:val="left" w:pos="420"/>
        </w:tabs>
      </w:pP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This publication may be reproduced only in accordance with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Edexcel Limited copyright policy.</w:t>
      </w:r>
    </w:p>
    <w:p w:rsidR="003711F8" w:rsidRDefault="003711F8" w:rsidP="00322947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©2010 Edexcel Limited.</w:t>
      </w:r>
    </w:p>
    <w:p w:rsidR="003711F8" w:rsidRPr="00C87031" w:rsidRDefault="003711F8" w:rsidP="00322947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sz w:val="12"/>
          <w:szCs w:val="12"/>
        </w:rPr>
        <w:t xml:space="preserve">Printer’s Log. No. </w:t>
      </w:r>
      <w:r>
        <w:rPr>
          <w:rFonts w:ascii="TimesNewRomanPSMT" w:hAnsi="TimesNewRomanPSMT" w:cs="TimesNewRomanPSMT"/>
          <w:b/>
          <w:bCs/>
          <w:sz w:val="20"/>
          <w:szCs w:val="20"/>
        </w:rPr>
        <w:t>AP1MA04HA</w:t>
      </w:r>
    </w:p>
    <w:p w:rsidR="003711F8" w:rsidRPr="00D466A9" w:rsidRDefault="003711F8" w:rsidP="00322947">
      <w:pPr>
        <w:autoSpaceDE w:val="0"/>
        <w:autoSpaceDN w:val="0"/>
        <w:adjustRightInd w:val="0"/>
        <w:jc w:val="center"/>
        <w:rPr>
          <w:b/>
          <w:bCs/>
        </w:rPr>
      </w:pPr>
      <w:r>
        <w:br w:type="page"/>
      </w:r>
      <w:r w:rsidRPr="00D466A9">
        <w:rPr>
          <w:b/>
          <w:bCs/>
        </w:rPr>
        <w:t>GCSE Mathematics (Linear) 1</w:t>
      </w:r>
      <w:r>
        <w:rPr>
          <w:b/>
          <w:bCs/>
        </w:rPr>
        <w:t>MA</w:t>
      </w:r>
      <w:r w:rsidRPr="00D466A9">
        <w:rPr>
          <w:b/>
          <w:bCs/>
        </w:rPr>
        <w:t>0</w:t>
      </w:r>
    </w:p>
    <w:p w:rsidR="003711F8" w:rsidRPr="00D466A9" w:rsidRDefault="003711F8" w:rsidP="00322947">
      <w:pPr>
        <w:autoSpaceDE w:val="0"/>
        <w:autoSpaceDN w:val="0"/>
        <w:adjustRightInd w:val="0"/>
        <w:jc w:val="center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jc w:val="center"/>
      </w:pPr>
      <w:r w:rsidRPr="00D466A9">
        <w:t>Formulae: Higher Tier</w:t>
      </w:r>
    </w:p>
    <w:p w:rsidR="003711F8" w:rsidRPr="00D466A9" w:rsidRDefault="003711F8" w:rsidP="00322947">
      <w:pPr>
        <w:autoSpaceDE w:val="0"/>
        <w:autoSpaceDN w:val="0"/>
        <w:adjustRightInd w:val="0"/>
        <w:jc w:val="center"/>
      </w:pPr>
    </w:p>
    <w:p w:rsidR="003711F8" w:rsidRPr="00D466A9" w:rsidRDefault="003711F8" w:rsidP="00322947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You must not write on this formulae page.</w:t>
      </w:r>
    </w:p>
    <w:p w:rsidR="003711F8" w:rsidRPr="00D466A9" w:rsidRDefault="003711F8" w:rsidP="00322947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Anything you write on this formulae page will gain NO credit.</w: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  <w:r>
        <w:rPr>
          <w:noProof/>
          <w:lang w:eastAsia="en-GB"/>
        </w:rPr>
        <w:pict>
          <v:shape id="_x0000_s1030" type="#_x0000_t75" style="position:absolute;margin-left:4in;margin-top:9.6pt;width:152.25pt;height:102pt;z-index:251665408">
            <v:imagedata r:id="rId8" o:title=""/>
          </v:shape>
        </w:pic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</w:pPr>
      <w:r w:rsidRPr="00D466A9">
        <w:rPr>
          <w:b/>
          <w:bCs/>
        </w:rPr>
        <w:t xml:space="preserve">Volume of prism </w:t>
      </w:r>
      <w:r w:rsidRPr="00D466A9">
        <w:t xml:space="preserve">= area of cross section × length     </w:t>
      </w:r>
    </w:p>
    <w:p w:rsidR="003711F8" w:rsidRPr="00D466A9" w:rsidRDefault="003711F8" w:rsidP="00322947">
      <w:pPr>
        <w:autoSpaceDE w:val="0"/>
        <w:autoSpaceDN w:val="0"/>
        <w:adjustRightInd w:val="0"/>
        <w:jc w:val="center"/>
      </w:pPr>
    </w:p>
    <w:p w:rsidR="003711F8" w:rsidRPr="00D466A9" w:rsidRDefault="003711F8" w:rsidP="00322947">
      <w:pPr>
        <w:autoSpaceDE w:val="0"/>
        <w:autoSpaceDN w:val="0"/>
        <w:adjustRightInd w:val="0"/>
        <w:jc w:val="center"/>
      </w:pPr>
    </w:p>
    <w:p w:rsidR="003711F8" w:rsidRPr="00D466A9" w:rsidRDefault="003711F8" w:rsidP="00322947">
      <w:pPr>
        <w:autoSpaceDE w:val="0"/>
        <w:autoSpaceDN w:val="0"/>
        <w:adjustRightInd w:val="0"/>
        <w:jc w:val="center"/>
      </w:pPr>
    </w:p>
    <w:p w:rsidR="003711F8" w:rsidRPr="00D466A9" w:rsidRDefault="003711F8" w:rsidP="00322947">
      <w:pPr>
        <w:autoSpaceDE w:val="0"/>
        <w:autoSpaceDN w:val="0"/>
        <w:adjustRightInd w:val="0"/>
        <w:jc w:val="center"/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Volume of sphere </w:t>
      </w:r>
      <w:r w:rsidRPr="00D466A9">
        <w:rPr>
          <w:b/>
          <w:bCs/>
          <w:position w:val="-12"/>
        </w:rPr>
        <w:object w:dxaOrig="200" w:dyaOrig="360">
          <v:shape id="_x0000_i1025" type="#_x0000_t75" style="width:9.75pt;height:18pt" o:ole="">
            <v:imagedata r:id="rId9" o:title=""/>
          </v:shape>
          <o:OLEObject Type="Embed" ProgID="Equation.3" ShapeID="_x0000_i1025" DrawAspect="Content" ObjectID="_1341650891" r:id="rId10"/>
        </w:object>
      </w:r>
      <w:r w:rsidRPr="00D466A9">
        <w:t>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3</w:t>
      </w:r>
      <w:r w:rsidRPr="00D466A9">
        <w:t xml:space="preserve"> </w:t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rPr>
          <w:b/>
          <w:bCs/>
        </w:rPr>
        <w:t xml:space="preserve">Volume of cone </w:t>
      </w:r>
      <w:r w:rsidRPr="00D466A9">
        <w:rPr>
          <w:b/>
          <w:bCs/>
          <w:position w:val="-12"/>
        </w:rPr>
        <w:object w:dxaOrig="180" w:dyaOrig="360">
          <v:shape id="_x0000_i1026" type="#_x0000_t75" style="width:9pt;height:18pt" o:ole="">
            <v:imagedata r:id="rId11" o:title=""/>
          </v:shape>
          <o:OLEObject Type="Embed" ProgID="Equation.3" ShapeID="_x0000_i1026" DrawAspect="Content" ObjectID="_1341650892" r:id="rId12"/>
        </w:object>
      </w:r>
      <w:r w:rsidRPr="00D466A9">
        <w:t>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2</w:t>
      </w:r>
      <w:r w:rsidRPr="00D466A9">
        <w:rPr>
          <w:i/>
          <w:iCs/>
        </w:rPr>
        <w:t>h</w:t>
      </w:r>
    </w:p>
    <w:p w:rsidR="003711F8" w:rsidRPr="00D466A9" w:rsidRDefault="003711F8" w:rsidP="00322947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Surface area of sphere </w:t>
      </w:r>
      <w:r w:rsidRPr="00D466A9">
        <w:t>= 4π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2</w:t>
      </w:r>
      <w:r w:rsidRPr="00D466A9">
        <w:t xml:space="preserve"> </w:t>
      </w:r>
      <w:r w:rsidRPr="00D466A9">
        <w:tab/>
      </w:r>
      <w:r w:rsidRPr="00D466A9">
        <w:tab/>
      </w:r>
      <w:r w:rsidRPr="00D466A9">
        <w:tab/>
      </w:r>
      <w:r w:rsidRPr="00D466A9">
        <w:rPr>
          <w:b/>
          <w:bCs/>
        </w:rPr>
        <w:t xml:space="preserve">Curved surface area of cone </w:t>
      </w:r>
      <w:r w:rsidRPr="00D466A9">
        <w:t>= π</w:t>
      </w:r>
      <w:r w:rsidRPr="00D466A9">
        <w:rPr>
          <w:i/>
          <w:iCs/>
        </w:rPr>
        <w:t>rl</w: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ab/>
      </w:r>
      <w:r w:rsidRPr="00D466A9">
        <w:rPr>
          <w:b/>
          <w:bCs/>
        </w:rPr>
        <w:pict>
          <v:shape id="_x0000_i1027" type="#_x0000_t75" style="width:80.25pt;height:87.75pt">
            <v:imagedata r:id="rId13" o:title=""/>
          </v:shape>
        </w:pict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pict>
          <v:shape id="_x0000_i1028" type="#_x0000_t75" style="width:119.25pt;height:91.5pt">
            <v:imagedata r:id="rId14" o:title=""/>
          </v:shape>
        </w:pic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 xml:space="preserve">In any triangle ABC </w:t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  <w:t>The Quadratic Equation</w:t>
      </w:r>
    </w:p>
    <w:p w:rsidR="003711F8" w:rsidRPr="00D466A9" w:rsidRDefault="003711F8" w:rsidP="00322947">
      <w:pPr>
        <w:autoSpaceDE w:val="0"/>
        <w:autoSpaceDN w:val="0"/>
        <w:adjustRightInd w:val="0"/>
      </w:pPr>
      <w:r>
        <w:rPr>
          <w:noProof/>
          <w:lang w:eastAsia="en-GB"/>
        </w:rPr>
        <w:pict>
          <v:shape id="_x0000_s1031" type="#_x0000_t75" style="position:absolute;margin-left:0;margin-top:12.3pt;width:155.25pt;height:78pt;z-index:251666432">
            <v:imagedata r:id="rId15" o:title=""/>
          </v:shape>
        </w:pict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  <w:t xml:space="preserve">The solutions of </w:t>
      </w:r>
      <w:r w:rsidRPr="00D466A9">
        <w:rPr>
          <w:i/>
          <w:iCs/>
        </w:rPr>
        <w:t>ax</w:t>
      </w:r>
      <w:r w:rsidRPr="00D466A9">
        <w:t xml:space="preserve">2+ </w:t>
      </w:r>
      <w:r w:rsidRPr="00D466A9">
        <w:rPr>
          <w:i/>
          <w:iCs/>
        </w:rPr>
        <w:t xml:space="preserve">bx </w:t>
      </w:r>
      <w:r w:rsidRPr="00D466A9">
        <w:t xml:space="preserve">+ </w:t>
      </w:r>
      <w:r w:rsidRPr="00D466A9">
        <w:rPr>
          <w:i/>
          <w:iCs/>
        </w:rPr>
        <w:t xml:space="preserve">c </w:t>
      </w:r>
      <w:r w:rsidRPr="00D466A9">
        <w:t>= 0</w:t>
      </w:r>
    </w:p>
    <w:p w:rsidR="003711F8" w:rsidRPr="00D466A9" w:rsidRDefault="003711F8" w:rsidP="00322947">
      <w:pPr>
        <w:autoSpaceDE w:val="0"/>
        <w:autoSpaceDN w:val="0"/>
        <w:adjustRightInd w:val="0"/>
      </w:pP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  <w:t xml:space="preserve">where </w:t>
      </w:r>
      <w:r w:rsidRPr="00D466A9">
        <w:rPr>
          <w:i/>
          <w:iCs/>
        </w:rPr>
        <w:t xml:space="preserve">a </w:t>
      </w:r>
      <w:r w:rsidRPr="00D466A9">
        <w:t>≠ 0, are given by</w:t>
      </w:r>
    </w:p>
    <w:p w:rsidR="003711F8" w:rsidRPr="00D466A9" w:rsidRDefault="003711F8" w:rsidP="00322947">
      <w:pPr>
        <w:autoSpaceDE w:val="0"/>
        <w:autoSpaceDN w:val="0"/>
        <w:adjustRightInd w:val="0"/>
      </w:pPr>
    </w:p>
    <w:p w:rsidR="003711F8" w:rsidRPr="00D466A9" w:rsidRDefault="003711F8" w:rsidP="00322947">
      <w:pPr>
        <w:autoSpaceDE w:val="0"/>
        <w:autoSpaceDN w:val="0"/>
        <w:adjustRightInd w:val="0"/>
      </w:pP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rPr>
          <w:i/>
          <w:iCs/>
        </w:rPr>
        <w:t>x</w:t>
      </w:r>
      <w:r w:rsidRPr="00D466A9">
        <w:t xml:space="preserve"> = </w:t>
      </w:r>
      <w:r w:rsidRPr="00D466A9">
        <w:rPr>
          <w:position w:val="-24"/>
        </w:rPr>
        <w:object w:dxaOrig="1800" w:dyaOrig="720">
          <v:shape id="_x0000_i1029" type="#_x0000_t75" style="width:90pt;height:36pt" o:ole="">
            <v:imagedata r:id="rId16" o:title=""/>
          </v:shape>
          <o:OLEObject Type="Embed" ProgID="Equation.3" ShapeID="_x0000_i1029" DrawAspect="Content" ObjectID="_1341650893" r:id="rId17"/>
        </w:objec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 xml:space="preserve">Sine Rule  </w:t>
      </w:r>
      <w:r w:rsidRPr="00D466A9">
        <w:rPr>
          <w:b/>
          <w:bCs/>
          <w:position w:val="-24"/>
        </w:rPr>
        <w:object w:dxaOrig="2140" w:dyaOrig="620">
          <v:shape id="_x0000_i1030" type="#_x0000_t75" style="width:107.25pt;height:30.75pt" o:ole="">
            <v:imagedata r:id="rId18" o:title=""/>
          </v:shape>
          <o:OLEObject Type="Embed" ProgID="Equation.3" ShapeID="_x0000_i1030" DrawAspect="Content" ObjectID="_1341650894" r:id="rId19"/>
        </w:objec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Cosine Rule   </w:t>
      </w:r>
      <w:r w:rsidRPr="00D466A9">
        <w:rPr>
          <w:i/>
          <w:iCs/>
        </w:rPr>
        <w:t>a</w:t>
      </w:r>
      <w:r w:rsidRPr="00D466A9">
        <w:rPr>
          <w:vertAlign w:val="superscript"/>
        </w:rPr>
        <w:t xml:space="preserve">2 </w:t>
      </w:r>
      <w:r w:rsidRPr="00D466A9">
        <w:t xml:space="preserve">= </w:t>
      </w:r>
      <w:r w:rsidRPr="00D466A9">
        <w:rPr>
          <w:i/>
          <w:iCs/>
        </w:rPr>
        <w:t>b</w:t>
      </w:r>
      <w:r w:rsidRPr="00D466A9">
        <w:rPr>
          <w:vertAlign w:val="superscript"/>
        </w:rPr>
        <w:t>2</w:t>
      </w:r>
      <w:r w:rsidRPr="00D466A9">
        <w:t xml:space="preserve">+ </w:t>
      </w:r>
      <w:r w:rsidRPr="00D466A9">
        <w:rPr>
          <w:i/>
          <w:iCs/>
        </w:rPr>
        <w:t>c</w:t>
      </w:r>
      <w:r w:rsidRPr="00D466A9">
        <w:rPr>
          <w:vertAlign w:val="superscript"/>
        </w:rPr>
        <w:t>2</w:t>
      </w:r>
      <w:r w:rsidRPr="00D466A9">
        <w:t>– 2</w:t>
      </w:r>
      <w:r w:rsidRPr="00D466A9">
        <w:rPr>
          <w:i/>
          <w:iCs/>
        </w:rPr>
        <w:t xml:space="preserve">bc </w:t>
      </w:r>
      <w:r w:rsidRPr="00D466A9">
        <w:t xml:space="preserve">cos </w:t>
      </w:r>
      <w:r w:rsidRPr="00D466A9">
        <w:rPr>
          <w:i/>
          <w:iCs/>
        </w:rPr>
        <w:t>A</w:t>
      </w:r>
    </w:p>
    <w:p w:rsidR="003711F8" w:rsidRPr="00D466A9" w:rsidRDefault="003711F8" w:rsidP="00322947">
      <w:pPr>
        <w:autoSpaceDE w:val="0"/>
        <w:autoSpaceDN w:val="0"/>
        <w:adjustRightInd w:val="0"/>
        <w:rPr>
          <w:b/>
          <w:bCs/>
        </w:rPr>
      </w:pPr>
    </w:p>
    <w:p w:rsidR="003711F8" w:rsidRPr="00D466A9" w:rsidRDefault="003711F8" w:rsidP="00322947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Area of triangle = </w:t>
      </w:r>
      <w:r w:rsidRPr="00D466A9">
        <w:rPr>
          <w:b/>
          <w:bCs/>
          <w:position w:val="-12"/>
        </w:rPr>
        <w:object w:dxaOrig="200" w:dyaOrig="360">
          <v:shape id="_x0000_i1031" type="#_x0000_t75" style="width:9.75pt;height:18pt" o:ole="">
            <v:imagedata r:id="rId20" o:title=""/>
          </v:shape>
          <o:OLEObject Type="Embed" ProgID="Equation.3" ShapeID="_x0000_i1031" DrawAspect="Content" ObjectID="_1341650895" r:id="rId21"/>
        </w:object>
      </w:r>
      <w:r w:rsidRPr="00D466A9">
        <w:rPr>
          <w:i/>
          <w:iCs/>
        </w:rPr>
        <w:t xml:space="preserve">ab </w:t>
      </w:r>
      <w:r w:rsidRPr="00D466A9">
        <w:t xml:space="preserve">sin </w:t>
      </w:r>
      <w:r w:rsidRPr="00D466A9">
        <w:rPr>
          <w:i/>
          <w:iCs/>
        </w:rPr>
        <w:t>C</w:t>
      </w:r>
    </w:p>
    <w:p w:rsidR="003711F8" w:rsidRDefault="003711F8" w:rsidP="00C02074">
      <w:pPr>
        <w:ind w:left="-851" w:right="-716"/>
        <w:rPr>
          <w:b/>
          <w:bCs/>
          <w:sz w:val="28"/>
          <w:szCs w:val="28"/>
        </w:rPr>
      </w:pPr>
    </w:p>
    <w:p w:rsidR="003711F8" w:rsidRDefault="003711F8" w:rsidP="00322947">
      <w:pPr>
        <w:pStyle w:val="Heading2"/>
        <w:tabs>
          <w:tab w:val="left" w:pos="360"/>
        </w:tabs>
        <w:ind w:hanging="540"/>
      </w:pPr>
      <w:r>
        <w:br w:type="page"/>
        <w:t xml:space="preserve">Answer </w:t>
      </w:r>
      <w:smartTag w:uri="urn:schemas-microsoft-com:office:smarttags" w:element="stockticker">
        <w:r>
          <w:t>ALL</w:t>
        </w:r>
      </w:smartTag>
      <w:r>
        <w:t xml:space="preserve"> TWENTY SIX questions</w:t>
      </w:r>
    </w:p>
    <w:p w:rsidR="003711F8" w:rsidRDefault="003711F8" w:rsidP="00322947">
      <w:pPr>
        <w:tabs>
          <w:tab w:val="left" w:pos="360"/>
        </w:tabs>
        <w:ind w:hanging="540"/>
        <w:jc w:val="center"/>
        <w:rPr>
          <w:b/>
          <w:bCs/>
        </w:rPr>
      </w:pPr>
    </w:p>
    <w:p w:rsidR="003711F8" w:rsidRDefault="003711F8" w:rsidP="00322947">
      <w:pPr>
        <w:tabs>
          <w:tab w:val="left" w:pos="360"/>
        </w:tabs>
        <w:ind w:hanging="540"/>
        <w:jc w:val="center"/>
        <w:rPr>
          <w:b/>
          <w:bCs/>
        </w:rPr>
      </w:pPr>
      <w:r>
        <w:rPr>
          <w:b/>
          <w:bCs/>
        </w:rPr>
        <w:t>Write your answers in the spaces provided.</w:t>
      </w:r>
    </w:p>
    <w:p w:rsidR="003711F8" w:rsidRDefault="003711F8" w:rsidP="00322947">
      <w:pPr>
        <w:tabs>
          <w:tab w:val="left" w:pos="360"/>
        </w:tabs>
        <w:ind w:hanging="540"/>
        <w:jc w:val="center"/>
        <w:rPr>
          <w:b/>
          <w:bCs/>
        </w:rPr>
      </w:pPr>
    </w:p>
    <w:p w:rsidR="003711F8" w:rsidRDefault="003711F8" w:rsidP="00322947">
      <w:pPr>
        <w:tabs>
          <w:tab w:val="left" w:pos="360"/>
        </w:tabs>
        <w:ind w:hanging="540"/>
        <w:jc w:val="center"/>
        <w:rPr>
          <w:b/>
          <w:bCs/>
        </w:rPr>
      </w:pPr>
      <w:r>
        <w:rPr>
          <w:b/>
          <w:bCs/>
        </w:rPr>
        <w:t>You must write down all the stages in your working.</w:t>
      </w:r>
    </w:p>
    <w:p w:rsidR="003711F8" w:rsidRDefault="003711F8" w:rsidP="00322947">
      <w:pPr>
        <w:tabs>
          <w:tab w:val="left" w:pos="360"/>
        </w:tabs>
        <w:ind w:right="-716" w:hanging="540"/>
        <w:rPr>
          <w:sz w:val="28"/>
          <w:szCs w:val="28"/>
        </w:rPr>
      </w:pPr>
    </w:p>
    <w:p w:rsidR="003711F8" w:rsidRDefault="003711F8" w:rsidP="00404D11">
      <w:pPr>
        <w:tabs>
          <w:tab w:val="left" w:pos="360"/>
        </w:tabs>
        <w:ind w:hanging="540"/>
      </w:pPr>
      <w:r>
        <w:rPr>
          <w:b/>
          <w:bCs/>
        </w:rPr>
        <w:t>1</w:t>
      </w:r>
      <w:r w:rsidRPr="00044574">
        <w:rPr>
          <w:b/>
          <w:bCs/>
        </w:rPr>
        <w:t>.</w:t>
      </w:r>
      <w:r w:rsidRPr="00044574">
        <w:tab/>
      </w:r>
      <w:r w:rsidRPr="00404D11">
        <w:t>Anil cycled from his home to the park.</w:t>
      </w:r>
      <w:r w:rsidRPr="00404D11">
        <w:br/>
        <w:t>Anil waited in the park.</w:t>
      </w:r>
      <w:r w:rsidRPr="00404D11">
        <w:br/>
        <w:t>Then he cycled back home.</w:t>
      </w:r>
      <w:r w:rsidRPr="00404D11">
        <w:br/>
      </w:r>
    </w:p>
    <w:p w:rsidR="003711F8" w:rsidRPr="00404D11" w:rsidRDefault="003711F8" w:rsidP="006E599F">
      <w:pPr>
        <w:tabs>
          <w:tab w:val="left" w:pos="360"/>
        </w:tabs>
        <w:spacing w:line="360" w:lineRule="auto"/>
        <w:ind w:hanging="540"/>
      </w:pPr>
      <w:r>
        <w:tab/>
      </w:r>
      <w:r w:rsidRPr="00404D11">
        <w:t>Here is a distance-time graph for Anil’s complete journey.</w:t>
      </w:r>
    </w:p>
    <w:p w:rsidR="003711F8" w:rsidRPr="00404D11" w:rsidRDefault="003711F8" w:rsidP="006E599F">
      <w:pPr>
        <w:tabs>
          <w:tab w:val="left" w:pos="360"/>
        </w:tabs>
        <w:jc w:val="center"/>
      </w:pPr>
      <w:r w:rsidRPr="00404D11">
        <w:pict>
          <v:shape id="Picture 11" o:spid="_x0000_i1032" type="#_x0000_t75" style="width:438.75pt;height:263.25pt;visibility:visible">
            <v:imagedata r:id="rId22" o:title=""/>
          </v:shape>
        </w:pic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Default="003711F8" w:rsidP="006E599F">
      <w:pPr>
        <w:tabs>
          <w:tab w:val="left" w:pos="360"/>
        </w:tabs>
        <w:ind w:hanging="540"/>
      </w:pPr>
      <w:r>
        <w:tab/>
      </w:r>
      <w:r w:rsidRPr="00404D11">
        <w:t>(a)</w:t>
      </w:r>
      <w:r w:rsidRPr="00404D11">
        <w:tab/>
        <w:t>At what time did Anil leave home?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E599F">
      <w:pPr>
        <w:tabs>
          <w:tab w:val="left" w:pos="360"/>
        </w:tabs>
        <w:ind w:hanging="540"/>
        <w:jc w:val="right"/>
      </w:pPr>
      <w:r w:rsidRPr="00404D11">
        <w:t>..........................</w:t>
      </w:r>
    </w:p>
    <w:p w:rsidR="003711F8" w:rsidRPr="006E599F" w:rsidRDefault="003711F8" w:rsidP="006E599F">
      <w:pPr>
        <w:tabs>
          <w:tab w:val="left" w:pos="360"/>
        </w:tabs>
        <w:ind w:hanging="540"/>
        <w:jc w:val="right"/>
        <w:rPr>
          <w:b/>
          <w:bCs/>
        </w:rPr>
      </w:pPr>
      <w:r w:rsidRPr="006E599F">
        <w:rPr>
          <w:b/>
          <w:bCs/>
        </w:rPr>
        <w:t>(1)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  <w:t>(b)</w:t>
      </w:r>
      <w:r w:rsidRPr="00404D11">
        <w:tab/>
        <w:t>What is the distance from Anil’s home to the park?</w:t>
      </w:r>
    </w:p>
    <w:p w:rsidR="003711F8" w:rsidRDefault="003711F8" w:rsidP="006E599F">
      <w:pPr>
        <w:tabs>
          <w:tab w:val="left" w:pos="360"/>
        </w:tabs>
        <w:spacing w:line="360" w:lineRule="auto"/>
        <w:ind w:hanging="540"/>
      </w:pPr>
    </w:p>
    <w:p w:rsidR="003711F8" w:rsidRPr="00404D11" w:rsidRDefault="003711F8" w:rsidP="006E599F">
      <w:pPr>
        <w:tabs>
          <w:tab w:val="left" w:pos="360"/>
        </w:tabs>
        <w:ind w:hanging="540"/>
        <w:jc w:val="right"/>
      </w:pPr>
      <w:r w:rsidRPr="00404D11">
        <w:t>................... km</w:t>
      </w:r>
    </w:p>
    <w:p w:rsidR="003711F8" w:rsidRPr="006E599F" w:rsidRDefault="003711F8" w:rsidP="006E599F">
      <w:pPr>
        <w:tabs>
          <w:tab w:val="left" w:pos="360"/>
        </w:tabs>
        <w:ind w:hanging="540"/>
        <w:jc w:val="right"/>
        <w:rPr>
          <w:b/>
          <w:bCs/>
        </w:rPr>
      </w:pPr>
      <w:r w:rsidRPr="006E599F">
        <w:rPr>
          <w:b/>
          <w:bCs/>
        </w:rPr>
        <w:t>(1)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  <w:t>(c)</w:t>
      </w:r>
      <w:r w:rsidRPr="00404D11">
        <w:tab/>
        <w:t>How many minutes did Anil wait in the park?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E599F">
      <w:pPr>
        <w:tabs>
          <w:tab w:val="left" w:pos="360"/>
        </w:tabs>
        <w:ind w:hanging="540"/>
        <w:jc w:val="right"/>
      </w:pPr>
      <w:r w:rsidRPr="00404D11">
        <w:t>..........................</w:t>
      </w:r>
    </w:p>
    <w:p w:rsidR="003711F8" w:rsidRPr="006E599F" w:rsidRDefault="003711F8" w:rsidP="006E599F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6E599F">
        <w:rPr>
          <w:b/>
          <w:bCs/>
        </w:rPr>
        <w:t>(1)</w:t>
      </w:r>
    </w:p>
    <w:p w:rsidR="003711F8" w:rsidRPr="006E599F" w:rsidRDefault="003711F8" w:rsidP="006E599F">
      <w:pPr>
        <w:tabs>
          <w:tab w:val="left" w:pos="360"/>
        </w:tabs>
        <w:ind w:hanging="540"/>
        <w:jc w:val="right"/>
        <w:rPr>
          <w:b/>
          <w:bCs/>
        </w:rPr>
      </w:pPr>
      <w:r w:rsidRPr="006E599F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Default="003711F8" w:rsidP="00404D11">
      <w:pPr>
        <w:tabs>
          <w:tab w:val="left" w:pos="360"/>
        </w:tabs>
        <w:ind w:hanging="540"/>
      </w:pPr>
      <w:r>
        <w:br w:type="page"/>
      </w:r>
      <w:r w:rsidRPr="006E599F">
        <w:rPr>
          <w:b/>
          <w:bCs/>
        </w:rPr>
        <w:t>*2.</w:t>
      </w:r>
      <w:r w:rsidRPr="00404D11">
        <w:tab/>
        <w:t>This is a list of ingredients for making a pear &amp; almond crumble for 4 people.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tbl>
      <w:tblPr>
        <w:tblW w:w="0" w:type="auto"/>
        <w:tblInd w:w="1809" w:type="dxa"/>
        <w:tblLayout w:type="fixed"/>
        <w:tblLook w:val="0000"/>
      </w:tblPr>
      <w:tblGrid>
        <w:gridCol w:w="2752"/>
      </w:tblGrid>
      <w:tr w:rsidR="003711F8" w:rsidRPr="00404D11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11F8" w:rsidRPr="006E599F" w:rsidRDefault="003711F8" w:rsidP="00404D11">
            <w:pPr>
              <w:tabs>
                <w:tab w:val="left" w:pos="360"/>
              </w:tabs>
              <w:ind w:left="539" w:hanging="539"/>
              <w:rPr>
                <w:b/>
                <w:bCs/>
              </w:rPr>
            </w:pPr>
            <w:r w:rsidRPr="006E599F">
              <w:rPr>
                <w:b/>
                <w:bCs/>
              </w:rPr>
              <w:t>Ingredients for 4</w:t>
            </w:r>
            <w:r>
              <w:rPr>
                <w:b/>
                <w:bCs/>
              </w:rPr>
              <w:t xml:space="preserve"> people</w:t>
            </w:r>
          </w:p>
          <w:p w:rsidR="003711F8" w:rsidRPr="00404D11" w:rsidRDefault="003711F8" w:rsidP="00404D11">
            <w:pPr>
              <w:tabs>
                <w:tab w:val="left" w:pos="360"/>
              </w:tabs>
              <w:ind w:left="539" w:hanging="539"/>
            </w:pPr>
          </w:p>
        </w:tc>
      </w:tr>
      <w:tr w:rsidR="003711F8" w:rsidRPr="00404D11">
        <w:tc>
          <w:tcPr>
            <w:tcW w:w="2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11F8" w:rsidRPr="00404D11" w:rsidRDefault="003711F8" w:rsidP="00404D11">
            <w:pPr>
              <w:tabs>
                <w:tab w:val="left" w:pos="360"/>
              </w:tabs>
              <w:ind w:left="539" w:hanging="539"/>
            </w:pPr>
            <w:r w:rsidRPr="00404D11">
              <w:t>80 g plain flour</w:t>
            </w:r>
          </w:p>
        </w:tc>
      </w:tr>
      <w:tr w:rsidR="003711F8" w:rsidRPr="00404D11">
        <w:tc>
          <w:tcPr>
            <w:tcW w:w="2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11F8" w:rsidRPr="00404D11" w:rsidRDefault="003711F8" w:rsidP="00404D11">
            <w:pPr>
              <w:tabs>
                <w:tab w:val="left" w:pos="360"/>
              </w:tabs>
              <w:ind w:left="539" w:hanging="539"/>
            </w:pPr>
            <w:r w:rsidRPr="00404D11">
              <w:t>60 g ground almonds</w:t>
            </w:r>
          </w:p>
        </w:tc>
      </w:tr>
      <w:tr w:rsidR="003711F8" w:rsidRPr="00404D11">
        <w:tc>
          <w:tcPr>
            <w:tcW w:w="2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11F8" w:rsidRPr="00404D11" w:rsidRDefault="003711F8" w:rsidP="00404D11">
            <w:pPr>
              <w:tabs>
                <w:tab w:val="left" w:pos="360"/>
              </w:tabs>
              <w:ind w:left="539" w:hanging="539"/>
            </w:pPr>
            <w:r w:rsidRPr="00404D11">
              <w:t>90 g soft brown sugar</w:t>
            </w:r>
          </w:p>
        </w:tc>
      </w:tr>
      <w:tr w:rsidR="003711F8" w:rsidRPr="00404D11">
        <w:tc>
          <w:tcPr>
            <w:tcW w:w="2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11F8" w:rsidRPr="00404D11" w:rsidRDefault="003711F8" w:rsidP="00404D11">
            <w:pPr>
              <w:tabs>
                <w:tab w:val="left" w:pos="360"/>
              </w:tabs>
              <w:ind w:left="539" w:hanging="539"/>
            </w:pPr>
            <w:r w:rsidRPr="00404D11">
              <w:t>60 g butter</w:t>
            </w:r>
          </w:p>
        </w:tc>
      </w:tr>
      <w:tr w:rsidR="003711F8" w:rsidRPr="00404D11">
        <w:tc>
          <w:tcPr>
            <w:tcW w:w="2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F8" w:rsidRPr="00404D11" w:rsidRDefault="003711F8" w:rsidP="00404D11">
            <w:pPr>
              <w:tabs>
                <w:tab w:val="left" w:pos="360"/>
              </w:tabs>
              <w:ind w:left="539" w:hanging="539"/>
            </w:pPr>
            <w:r w:rsidRPr="00404D11">
              <w:t>4 ripe pears</w:t>
            </w:r>
          </w:p>
        </w:tc>
      </w:tr>
    </w:tbl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Jessica wants to make a pear &amp; almond crumble for 10 people.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Here is a list of the amount of each ingredient Jessica has in her cupboard.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6E599F">
      <w:pPr>
        <w:tabs>
          <w:tab w:val="left" w:pos="360"/>
        </w:tabs>
        <w:ind w:firstLine="1440"/>
      </w:pPr>
      <w:r>
        <w:tab/>
      </w:r>
      <w:r w:rsidRPr="00404D11">
        <w:t>250 g plain flour</w:t>
      </w:r>
    </w:p>
    <w:p w:rsidR="003711F8" w:rsidRPr="00404D11" w:rsidRDefault="003711F8" w:rsidP="006E599F">
      <w:pPr>
        <w:tabs>
          <w:tab w:val="left" w:pos="360"/>
        </w:tabs>
        <w:ind w:firstLine="1440"/>
      </w:pPr>
      <w:r w:rsidRPr="00404D11">
        <w:tab/>
        <w:t>100 g ground almonds</w:t>
      </w:r>
    </w:p>
    <w:p w:rsidR="003711F8" w:rsidRPr="00404D11" w:rsidRDefault="003711F8" w:rsidP="006E599F">
      <w:pPr>
        <w:tabs>
          <w:tab w:val="left" w:pos="360"/>
        </w:tabs>
        <w:ind w:firstLine="1440"/>
      </w:pPr>
      <w:r w:rsidRPr="00404D11">
        <w:tab/>
        <w:t>200g soft brown sugar</w:t>
      </w:r>
    </w:p>
    <w:p w:rsidR="003711F8" w:rsidRPr="00404D11" w:rsidRDefault="003711F8" w:rsidP="006E599F">
      <w:pPr>
        <w:tabs>
          <w:tab w:val="left" w:pos="360"/>
        </w:tabs>
        <w:ind w:firstLine="1440"/>
      </w:pPr>
      <w:r w:rsidRPr="00404D11">
        <w:tab/>
        <w:t>150 g butter</w:t>
      </w:r>
    </w:p>
    <w:p w:rsidR="003711F8" w:rsidRPr="00404D11" w:rsidRDefault="003711F8" w:rsidP="006E599F">
      <w:pPr>
        <w:tabs>
          <w:tab w:val="left" w:pos="360"/>
        </w:tabs>
        <w:ind w:firstLine="1440"/>
      </w:pPr>
      <w:r w:rsidRPr="00404D11">
        <w:tab/>
        <w:t>8 ripe pears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>
        <w:tab/>
      </w:r>
      <w:r w:rsidRPr="00404D11">
        <w:t xml:space="preserve">Work out which ingredients Jessica needs to buy more of.                                                        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You must show all of your working.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E599F">
      <w:pPr>
        <w:tabs>
          <w:tab w:val="left" w:pos="360"/>
        </w:tabs>
        <w:spacing w:line="360" w:lineRule="auto"/>
        <w:ind w:hanging="540"/>
        <w:jc w:val="right"/>
      </w:pPr>
      <w:r w:rsidRPr="00404D11">
        <w:t>………………………………………………………………………………………………………</w:t>
      </w:r>
    </w:p>
    <w:p w:rsidR="003711F8" w:rsidRPr="006E599F" w:rsidRDefault="003711F8" w:rsidP="006E599F">
      <w:pPr>
        <w:tabs>
          <w:tab w:val="left" w:pos="360"/>
        </w:tabs>
        <w:ind w:hanging="540"/>
        <w:jc w:val="right"/>
        <w:rPr>
          <w:b/>
          <w:bCs/>
        </w:rPr>
      </w:pPr>
      <w:r w:rsidRPr="006E599F">
        <w:rPr>
          <w:b/>
          <w:bCs/>
        </w:rPr>
        <w:t>(Total 4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6E599F">
      <w:pPr>
        <w:tabs>
          <w:tab w:val="left" w:pos="360"/>
        </w:tabs>
        <w:ind w:hanging="540"/>
        <w:jc w:val="both"/>
      </w:pPr>
      <w:r>
        <w:br w:type="page"/>
      </w:r>
      <w:r w:rsidRPr="006E599F">
        <w:rPr>
          <w:b/>
          <w:bCs/>
        </w:rPr>
        <w:t>3.</w:t>
      </w:r>
      <w:r w:rsidRPr="00404D11">
        <w:t xml:space="preserve"> </w:t>
      </w:r>
      <w:r w:rsidRPr="00404D11">
        <w:tab/>
        <w:t>During one week a dentist recorded the time, to the nearest minute, that it took her to do a</w:t>
      </w:r>
      <w:r>
        <w:t xml:space="preserve"> </w:t>
      </w:r>
      <w:r w:rsidRPr="00404D11">
        <w:t>particular type of filling.</w:t>
      </w:r>
    </w:p>
    <w:p w:rsidR="003711F8" w:rsidRPr="00404D11" w:rsidRDefault="003711F8" w:rsidP="006E599F">
      <w:pPr>
        <w:tabs>
          <w:tab w:val="left" w:pos="360"/>
        </w:tabs>
        <w:ind w:hanging="540"/>
        <w:jc w:val="both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Here are her results.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</w:r>
      <w:r w:rsidRPr="00404D11">
        <w:tab/>
        <w:t>25</w:t>
      </w:r>
      <w:r w:rsidRPr="00404D11">
        <w:tab/>
        <w:t>16</w:t>
      </w:r>
      <w:r w:rsidRPr="00404D11">
        <w:tab/>
        <w:t>18</w:t>
      </w:r>
      <w:r w:rsidRPr="00404D11">
        <w:tab/>
        <w:t>18</w:t>
      </w:r>
      <w:r w:rsidRPr="00404D11">
        <w:tab/>
        <w:t>26</w:t>
      </w: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</w:r>
      <w:r w:rsidRPr="00404D11">
        <w:tab/>
        <w:t>22</w:t>
      </w:r>
      <w:r w:rsidRPr="00404D11">
        <w:tab/>
        <w:t>22</w:t>
      </w:r>
      <w:r w:rsidRPr="00404D11">
        <w:tab/>
        <w:t>11</w:t>
      </w:r>
      <w:r w:rsidRPr="00404D11">
        <w:tab/>
        <w:t xml:space="preserve"> 9</w:t>
      </w:r>
      <w:r w:rsidRPr="00404D11">
        <w:tab/>
        <w:t>32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</w:r>
      <w:r w:rsidRPr="00404D11">
        <w:tab/>
        <w:t>30</w:t>
      </w:r>
      <w:r w:rsidRPr="00404D11">
        <w:tab/>
        <w:t>22</w:t>
      </w:r>
      <w:r w:rsidRPr="00404D11">
        <w:tab/>
        <w:t>24</w:t>
      </w:r>
      <w:r w:rsidRPr="00404D11">
        <w:tab/>
        <w:t>22</w:t>
      </w:r>
      <w:r w:rsidRPr="00404D11">
        <w:tab/>
        <w:t>30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(a)</w:t>
      </w:r>
      <w:r>
        <w:tab/>
      </w:r>
      <w:r w:rsidRPr="00404D11">
        <w:t>Draw an ordered stem and leaf diagram to show this information.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34.25pt;margin-top:3.5pt;width:0;height:93pt;z-index:251649024" o:connectortype="straight"/>
        </w:pict>
      </w:r>
      <w:r w:rsidRPr="00404D11">
        <w:tab/>
      </w:r>
      <w:r w:rsidRPr="00404D11">
        <w:tab/>
      </w:r>
      <w:r w:rsidRPr="00404D11">
        <w:tab/>
        <w:t>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  <w:t>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  <w:t xml:space="preserve">_______________________________________ 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50.25pt;margin-top:15.85pt;width:153.5pt;height:142.7pt;z-index:251650048">
            <v:textbox style="mso-fit-shape-to-text:t">
              <w:txbxContent>
                <w:p w:rsidR="003711F8" w:rsidRDefault="003711F8" w:rsidP="001355AF">
                  <w:r>
                    <w:t>Key:</w:t>
                  </w:r>
                </w:p>
              </w:txbxContent>
            </v:textbox>
          </v:shape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6E599F">
      <w:pPr>
        <w:tabs>
          <w:tab w:val="left" w:pos="360"/>
        </w:tabs>
        <w:ind w:hanging="540"/>
        <w:jc w:val="right"/>
        <w:rPr>
          <w:b/>
          <w:bCs/>
        </w:rPr>
      </w:pPr>
    </w:p>
    <w:p w:rsidR="003711F8" w:rsidRPr="006E599F" w:rsidRDefault="003711F8" w:rsidP="006E599F">
      <w:pPr>
        <w:tabs>
          <w:tab w:val="left" w:pos="360"/>
        </w:tabs>
        <w:ind w:hanging="540"/>
        <w:jc w:val="right"/>
        <w:rPr>
          <w:b/>
          <w:bCs/>
        </w:rPr>
      </w:pPr>
      <w:r w:rsidRPr="006E599F">
        <w:rPr>
          <w:b/>
          <w:bCs/>
        </w:rPr>
        <w:t>(3)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(b)</w:t>
      </w:r>
      <w:r>
        <w:tab/>
      </w:r>
      <w:r w:rsidRPr="00404D11">
        <w:t>Work out the mean of these results.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397FAF">
      <w:pPr>
        <w:tabs>
          <w:tab w:val="left" w:pos="360"/>
        </w:tabs>
        <w:ind w:hanging="540"/>
        <w:jc w:val="right"/>
      </w:pPr>
      <w:r w:rsidRPr="00404D11">
        <w:t>………………………..</w:t>
      </w:r>
    </w:p>
    <w:p w:rsidR="003711F8" w:rsidRPr="00397FAF" w:rsidRDefault="003711F8" w:rsidP="00397FAF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397FAF">
        <w:rPr>
          <w:b/>
          <w:bCs/>
        </w:rPr>
        <w:t>(2)</w:t>
      </w:r>
    </w:p>
    <w:p w:rsidR="003711F8" w:rsidRPr="00397FAF" w:rsidRDefault="003711F8" w:rsidP="00397FAF">
      <w:pPr>
        <w:tabs>
          <w:tab w:val="left" w:pos="360"/>
        </w:tabs>
        <w:ind w:hanging="540"/>
        <w:jc w:val="right"/>
        <w:rPr>
          <w:b/>
          <w:bCs/>
        </w:rPr>
      </w:pPr>
      <w:r w:rsidRPr="00397FAF">
        <w:rPr>
          <w:b/>
          <w:bCs/>
        </w:rPr>
        <w:t>(Total 5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397FAF" w:rsidRDefault="003711F8" w:rsidP="00404D11">
      <w:pPr>
        <w:tabs>
          <w:tab w:val="left" w:pos="360"/>
        </w:tabs>
        <w:ind w:hanging="540"/>
        <w:rPr>
          <w:b/>
          <w:bCs/>
        </w:rPr>
      </w:pPr>
      <w:r>
        <w:br w:type="page"/>
      </w:r>
      <w:r w:rsidRPr="00397FAF">
        <w:rPr>
          <w:b/>
          <w:bCs/>
        </w:rPr>
        <w:t>4.</w:t>
      </w:r>
      <w:r w:rsidRPr="00397FAF">
        <w:rPr>
          <w:b/>
          <w:bCs/>
        </w:rPr>
        <w:tab/>
      </w:r>
    </w:p>
    <w:p w:rsidR="003711F8" w:rsidRPr="00404D11" w:rsidRDefault="003711F8" w:rsidP="00397FAF">
      <w:pPr>
        <w:tabs>
          <w:tab w:val="left" w:pos="360"/>
        </w:tabs>
        <w:jc w:val="center"/>
      </w:pPr>
      <w:r>
        <w:rPr>
          <w:noProof/>
          <w:lang w:eastAsia="en-GB"/>
        </w:rPr>
        <w:pict>
          <v:shape id="_x0000_s1034" type="#_x0000_t32" style="position:absolute;left:0;text-align:left;margin-left:96pt;margin-top:287.95pt;width:86.25pt;height:0;z-index:251648000" o:connectortype="straight" strokeweight="2.25pt"/>
        </w:pict>
      </w:r>
      <w:r>
        <w:rPr>
          <w:noProof/>
          <w:lang w:eastAsia="en-GB"/>
        </w:rPr>
        <w:pict>
          <v:shape id="_x0000_s1035" type="#_x0000_t202" style="position:absolute;left:0;text-align:left;margin-left:109.95pt;margin-top:222.7pt;width:21.5pt;height:144.2pt;z-index:251646976" stroked="f">
            <v:textbox style="mso-next-textbox:#_x0000_s1035;mso-fit-shape-to-text:t">
              <w:txbxContent>
                <w:p w:rsidR="003711F8" w:rsidRPr="00044574" w:rsidRDefault="003711F8">
                  <w:pPr>
                    <w:rPr>
                      <w:b/>
                      <w:bCs/>
                    </w:rPr>
                  </w:pPr>
                  <w:r w:rsidRPr="00044574">
                    <w:rPr>
                      <w:b/>
                      <w:bCs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32" style="position:absolute;left:0;text-align:left;margin-left:96pt;margin-top:116.95pt;width:0;height:171pt;z-index:251645952" o:connectortype="straight" strokeweight="1.5pt"/>
        </w:pict>
      </w:r>
      <w:r>
        <w:rPr>
          <w:noProof/>
          <w:lang w:eastAsia="en-GB"/>
        </w:rPr>
        <w:pict>
          <v:shape id="_x0000_s1037" type="#_x0000_t32" style="position:absolute;left:0;text-align:left;margin-left:96pt;margin-top:116.95pt;width:86.25pt;height:171pt;z-index:251644928" o:connectortype="straight" strokeweight="1.5pt"/>
        </w:pict>
      </w:r>
      <w:r w:rsidRPr="00404D11">
        <w:pict>
          <v:shape id="Picture 5" o:spid="_x0000_i1033" type="#_x0000_t75" style="width:324pt;height:326.25pt;visibility:visible">
            <v:imagedata r:id="rId23" o:title=""/>
          </v:shape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Pr="00404D11" w:rsidRDefault="003711F8" w:rsidP="00397FAF">
      <w:pPr>
        <w:tabs>
          <w:tab w:val="left" w:pos="0"/>
        </w:tabs>
        <w:ind w:left="360" w:hanging="900"/>
      </w:pPr>
      <w:r>
        <w:tab/>
      </w:r>
      <w:r w:rsidRPr="00404D11">
        <w:t>(a)</w:t>
      </w:r>
      <w:r w:rsidRPr="00404D11">
        <w:tab/>
        <w:t>On the grid, reflect  triangle A in the x-axis.</w:t>
      </w:r>
      <w:r w:rsidRPr="00404D11">
        <w:br/>
        <w:t>Label your new triangle B.</w:t>
      </w:r>
    </w:p>
    <w:p w:rsidR="003711F8" w:rsidRPr="00397FAF" w:rsidRDefault="003711F8" w:rsidP="00397FAF">
      <w:pPr>
        <w:tabs>
          <w:tab w:val="left" w:pos="360"/>
        </w:tabs>
        <w:ind w:hanging="540"/>
        <w:jc w:val="right"/>
        <w:rPr>
          <w:b/>
          <w:bCs/>
        </w:rPr>
      </w:pPr>
      <w:r w:rsidRPr="00397FAF">
        <w:rPr>
          <w:b/>
          <w:bCs/>
        </w:rPr>
        <w:t>(2)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Default="003711F8" w:rsidP="00404D11">
      <w:pPr>
        <w:tabs>
          <w:tab w:val="left" w:pos="360"/>
        </w:tabs>
        <w:ind w:hanging="540"/>
      </w:pPr>
      <w:r>
        <w:tab/>
      </w:r>
      <w:r w:rsidRPr="00404D11">
        <w:t>(b)</w:t>
      </w:r>
      <w:r w:rsidRPr="00404D11">
        <w:tab/>
        <w:t>Describe fully the single transformation which maps A onto shape P.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397FAF">
      <w:pPr>
        <w:tabs>
          <w:tab w:val="left" w:pos="360"/>
        </w:tabs>
        <w:ind w:hanging="540"/>
      </w:pPr>
      <w:r w:rsidRPr="00404D11">
        <w:tab/>
      </w:r>
      <w:r>
        <w:tab/>
      </w:r>
      <w:r w:rsidRPr="00404D11">
        <w:t>……………………………………………………………………………….....</w:t>
      </w:r>
      <w:r>
        <w:t>………………</w:t>
      </w:r>
      <w:r w:rsidRPr="00404D11">
        <w:tab/>
      </w:r>
      <w:r>
        <w:tab/>
      </w:r>
    </w:p>
    <w:p w:rsidR="003711F8" w:rsidRPr="00404D11" w:rsidRDefault="003711F8" w:rsidP="00397FAF">
      <w:pPr>
        <w:tabs>
          <w:tab w:val="left" w:pos="360"/>
        </w:tabs>
        <w:ind w:hanging="540"/>
      </w:pPr>
      <w:r>
        <w:tab/>
      </w:r>
      <w:r>
        <w:tab/>
      </w:r>
      <w:r w:rsidRPr="00404D11">
        <w:t>……………………………………………………………………………….....</w:t>
      </w:r>
      <w:r>
        <w:t>………………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397FAF">
      <w:pPr>
        <w:tabs>
          <w:tab w:val="left" w:pos="360"/>
        </w:tabs>
        <w:ind w:hanging="540"/>
      </w:pPr>
      <w:r w:rsidRPr="00404D11">
        <w:tab/>
      </w:r>
      <w:r>
        <w:tab/>
      </w:r>
      <w:r w:rsidRPr="00404D11">
        <w:t>……………………………………………………………………………….....</w:t>
      </w:r>
      <w:r>
        <w:t>………………</w:t>
      </w:r>
    </w:p>
    <w:p w:rsidR="003711F8" w:rsidRPr="00397FAF" w:rsidRDefault="003711F8" w:rsidP="00397FAF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397FAF">
        <w:rPr>
          <w:b/>
          <w:bCs/>
        </w:rPr>
        <w:t xml:space="preserve"> (3)</w:t>
      </w:r>
    </w:p>
    <w:p w:rsidR="003711F8" w:rsidRPr="00397FAF" w:rsidRDefault="003711F8" w:rsidP="00397FAF">
      <w:pPr>
        <w:tabs>
          <w:tab w:val="left" w:pos="360"/>
        </w:tabs>
        <w:ind w:hanging="540"/>
        <w:jc w:val="right"/>
        <w:rPr>
          <w:b/>
          <w:bCs/>
        </w:rPr>
      </w:pPr>
      <w:r w:rsidRPr="00397FAF">
        <w:rPr>
          <w:b/>
          <w:bCs/>
        </w:rPr>
        <w:t>(Total 5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b/>
          <w:bCs/>
        </w:rPr>
        <w:br w:type="page"/>
      </w:r>
      <w:r w:rsidRPr="00397FAF">
        <w:rPr>
          <w:b/>
          <w:bCs/>
        </w:rPr>
        <w:t>5.</w:t>
      </w:r>
      <w:r w:rsidRPr="00404D11">
        <w:tab/>
        <w:t>Peter works out the cost of the gas he used last year.</w:t>
      </w:r>
      <w:r w:rsidRPr="00404D11">
        <w:br/>
        <w:t>At the start of the year, the gas meter reading was 12967 units.</w:t>
      </w:r>
      <w:r w:rsidRPr="00404D11">
        <w:br/>
        <w:t>At the end of the year, the gas meter reading was 14059 units.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Each unit of gas he used cost 44p.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Work out the mean cost per month of the gas he used last year.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397FAF">
      <w:pPr>
        <w:tabs>
          <w:tab w:val="left" w:pos="360"/>
        </w:tabs>
        <w:spacing w:line="360" w:lineRule="auto"/>
        <w:ind w:hanging="540"/>
        <w:jc w:val="right"/>
      </w:pPr>
      <w:r w:rsidRPr="00404D11">
        <w:tab/>
      </w:r>
      <w:r w:rsidRPr="00404D11">
        <w:tab/>
        <w:t>£ ……………………………</w:t>
      </w:r>
    </w:p>
    <w:p w:rsidR="003711F8" w:rsidRPr="00397FAF" w:rsidRDefault="003711F8" w:rsidP="00397FAF">
      <w:pPr>
        <w:tabs>
          <w:tab w:val="left" w:pos="360"/>
        </w:tabs>
        <w:ind w:hanging="540"/>
        <w:jc w:val="right"/>
        <w:rPr>
          <w:b/>
          <w:bCs/>
        </w:rPr>
      </w:pPr>
      <w:r w:rsidRPr="00397FAF">
        <w:rPr>
          <w:b/>
          <w:bCs/>
        </w:rPr>
        <w:t>(Total 5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397FAF" w:rsidRDefault="003711F8" w:rsidP="00404D11">
      <w:pPr>
        <w:tabs>
          <w:tab w:val="left" w:pos="360"/>
        </w:tabs>
        <w:ind w:hanging="540"/>
        <w:rPr>
          <w:b/>
          <w:bCs/>
        </w:rPr>
      </w:pPr>
      <w:r w:rsidRPr="00397FAF">
        <w:rPr>
          <w:b/>
          <w:bCs/>
        </w:rPr>
        <w:t>6.</w:t>
      </w:r>
      <w:r w:rsidRPr="00397FAF">
        <w:rPr>
          <w:b/>
          <w:bCs/>
        </w:rPr>
        <w:tab/>
      </w:r>
    </w:p>
    <w:p w:rsidR="003711F8" w:rsidRPr="00404D11" w:rsidRDefault="003711F8" w:rsidP="00397FAF">
      <w:pPr>
        <w:tabs>
          <w:tab w:val="left" w:pos="360"/>
        </w:tabs>
        <w:jc w:val="center"/>
      </w:pPr>
      <w:r w:rsidRPr="00404D11">
        <w:pict>
          <v:shape id="Picture 9" o:spid="_x0000_i1034" type="#_x0000_t75" style="width:321.75pt;height:120.75pt;visibility:visible">
            <v:imagedata r:id="rId24" o:title=""/>
          </v:shape>
        </w:pic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The diagram shows a shape.</w:t>
      </w:r>
      <w:r w:rsidRPr="00404D11">
        <w:br/>
        <w:t>Work out the area of the shape.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397FAF" w:rsidRDefault="003711F8" w:rsidP="00397FAF">
      <w:pPr>
        <w:tabs>
          <w:tab w:val="left" w:pos="360"/>
        </w:tabs>
        <w:spacing w:line="360" w:lineRule="auto"/>
        <w:ind w:hanging="540"/>
        <w:jc w:val="right"/>
      </w:pPr>
      <w:r w:rsidRPr="00404D11">
        <w:t>…………………………… cm</w:t>
      </w:r>
      <w:r w:rsidRPr="00397FAF">
        <w:rPr>
          <w:vertAlign w:val="superscript"/>
        </w:rPr>
        <w:t>2</w:t>
      </w:r>
    </w:p>
    <w:p w:rsidR="003711F8" w:rsidRPr="00397FAF" w:rsidRDefault="003711F8" w:rsidP="00397FAF">
      <w:pPr>
        <w:tabs>
          <w:tab w:val="left" w:pos="360"/>
        </w:tabs>
        <w:ind w:hanging="540"/>
        <w:jc w:val="right"/>
        <w:rPr>
          <w:b/>
          <w:bCs/>
        </w:rPr>
      </w:pPr>
      <w:r w:rsidRPr="00397FAF">
        <w:rPr>
          <w:b/>
          <w:bCs/>
        </w:rPr>
        <w:t>(Total 4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br w:type="page"/>
      </w:r>
      <w:r w:rsidRPr="00397FAF">
        <w:rPr>
          <w:b/>
          <w:bCs/>
        </w:rPr>
        <w:t>7.</w:t>
      </w:r>
      <w:r w:rsidRPr="00404D11">
        <w:tab/>
        <w:t xml:space="preserve">Stephen imports cars from the </w:t>
      </w:r>
      <w:smartTag w:uri="urn:schemas-microsoft-com:office:smarttags" w:element="place">
        <w:smartTag w:uri="urn:schemas-microsoft-com:office:smarttags" w:element="country-region">
          <w:r w:rsidRPr="00404D11">
            <w:t>USA</w:t>
          </w:r>
        </w:smartTag>
      </w:smartTag>
      <w:r w:rsidRPr="00404D11">
        <w:t xml:space="preserve">. He sells them in the </w:t>
      </w:r>
      <w:smartTag w:uri="urn:schemas-microsoft-com:office:smarttags" w:element="stockticker">
        <w:r w:rsidRPr="00404D11">
          <w:t>UK</w:t>
        </w:r>
      </w:smartTag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 xml:space="preserve">He has just bought a car in the </w:t>
      </w:r>
      <w:smartTag w:uri="urn:schemas-microsoft-com:office:smarttags" w:element="stockticker">
        <w:r w:rsidRPr="00404D11">
          <w:t>USA</w:t>
        </w:r>
      </w:smartTag>
      <w:r w:rsidRPr="00404D11">
        <w:t xml:space="preserve"> costing $24 000.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 xml:space="preserve">It cost him £900 to import the car to the </w:t>
      </w:r>
      <w:smartTag w:uri="urn:schemas-microsoft-com:office:smarttags" w:element="stockticker">
        <w:r w:rsidRPr="00404D11">
          <w:t>UK</w:t>
        </w:r>
      </w:smartTag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The exchange rate is £1 = $1.45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Stephen needs to make a profit of 20% on his total costs.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 xml:space="preserve">Work out the least amount that Stephen must sell the car for in the </w:t>
      </w:r>
      <w:smartTag w:uri="urn:schemas-microsoft-com:office:smarttags" w:element="stockticker">
        <w:r w:rsidRPr="00404D11">
          <w:t>UK</w:t>
        </w:r>
      </w:smartTag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Give your answer in pounds.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1380A">
      <w:pPr>
        <w:tabs>
          <w:tab w:val="left" w:pos="360"/>
        </w:tabs>
        <w:spacing w:line="360" w:lineRule="auto"/>
        <w:ind w:hanging="540"/>
        <w:jc w:val="right"/>
      </w:pPr>
      <w:r w:rsidRPr="00404D11">
        <w:t>£ …………………….</w:t>
      </w:r>
    </w:p>
    <w:p w:rsidR="003711F8" w:rsidRPr="0001380A" w:rsidRDefault="003711F8" w:rsidP="0001380A">
      <w:pPr>
        <w:tabs>
          <w:tab w:val="left" w:pos="360"/>
        </w:tabs>
        <w:ind w:hanging="540"/>
        <w:jc w:val="right"/>
        <w:rPr>
          <w:b/>
          <w:bCs/>
        </w:rPr>
      </w:pPr>
      <w:r w:rsidRPr="0001380A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2415B">
      <w:pPr>
        <w:tabs>
          <w:tab w:val="left" w:pos="360"/>
        </w:tabs>
        <w:ind w:hanging="540"/>
        <w:jc w:val="both"/>
      </w:pPr>
      <w:r w:rsidRPr="0082415B">
        <w:rPr>
          <w:b/>
          <w:bCs/>
        </w:rPr>
        <w:t>8.</w:t>
      </w:r>
      <w:r w:rsidRPr="0082415B">
        <w:rPr>
          <w:b/>
          <w:bCs/>
        </w:rPr>
        <w:tab/>
      </w:r>
      <w:r w:rsidRPr="00404D11">
        <w:t>Angel Ltd manufacture components for washing machines.</w:t>
      </w:r>
      <w:r>
        <w:t xml:space="preserve"> </w:t>
      </w:r>
      <w:r>
        <w:tab/>
      </w:r>
      <w:r w:rsidRPr="00404D11">
        <w:t>The probability that a component will be made within a tolerance of one tenth of a millimetre is 0.995</w:t>
      </w:r>
      <w:r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Angel Ltd. manufacture 10 000 components each day.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Work out an estimate for the number of components that will not be within the tolerance of one tenth of a millimetre each day.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1380A">
      <w:pPr>
        <w:tabs>
          <w:tab w:val="left" w:pos="360"/>
        </w:tabs>
        <w:spacing w:line="360" w:lineRule="auto"/>
        <w:ind w:hanging="540"/>
        <w:jc w:val="right"/>
      </w:pPr>
      <w:r w:rsidRPr="00404D11">
        <w:t>………………………</w:t>
      </w:r>
    </w:p>
    <w:p w:rsidR="003711F8" w:rsidRPr="0001380A" w:rsidRDefault="003711F8" w:rsidP="0001380A">
      <w:pPr>
        <w:tabs>
          <w:tab w:val="left" w:pos="360"/>
        </w:tabs>
        <w:ind w:hanging="540"/>
        <w:jc w:val="right"/>
        <w:rPr>
          <w:b/>
          <w:bCs/>
        </w:rPr>
      </w:pPr>
      <w:r w:rsidRPr="0001380A">
        <w:rPr>
          <w:b/>
          <w:bCs/>
        </w:rPr>
        <w:t>(Total 3 marks)</w:t>
      </w: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  <w:r>
        <w:tab/>
      </w:r>
      <w:r w:rsidRPr="0001380A">
        <w:rPr>
          <w:lang w:val="es-ES"/>
        </w:rPr>
        <w:t>______________________________________________________________________________</w:t>
      </w: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  <w:r w:rsidRPr="0001380A">
        <w:rPr>
          <w:b/>
          <w:bCs/>
          <w:lang w:val="es-ES"/>
        </w:rPr>
        <w:t>9.</w:t>
      </w:r>
      <w:r w:rsidRPr="0001380A">
        <w:rPr>
          <w:lang w:val="es-ES"/>
        </w:rPr>
        <w:tab/>
        <w:t xml:space="preserve">(a) </w:t>
      </w:r>
      <w:r w:rsidRPr="0001380A">
        <w:rPr>
          <w:lang w:val="es-ES"/>
        </w:rPr>
        <w:tab/>
        <w:t>Simplify</w:t>
      </w:r>
      <w:r w:rsidRPr="0001380A">
        <w:rPr>
          <w:lang w:val="es-ES"/>
        </w:rPr>
        <w:tab/>
        <w:t>m</w:t>
      </w:r>
      <w:r w:rsidRPr="0001380A">
        <w:rPr>
          <w:vertAlign w:val="superscript"/>
          <w:lang w:val="es-ES"/>
        </w:rPr>
        <w:t>2</w:t>
      </w:r>
      <w:r w:rsidRPr="0001380A">
        <w:rPr>
          <w:lang w:val="es-ES"/>
        </w:rPr>
        <w:t xml:space="preserve"> × m</w:t>
      </w:r>
      <w:r w:rsidRPr="0001380A">
        <w:rPr>
          <w:vertAlign w:val="superscript"/>
          <w:lang w:val="es-ES"/>
        </w:rPr>
        <w:t>4</w:t>
      </w: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01380A">
      <w:pPr>
        <w:tabs>
          <w:tab w:val="left" w:pos="360"/>
        </w:tabs>
        <w:ind w:hanging="540"/>
        <w:jc w:val="right"/>
        <w:rPr>
          <w:lang w:val="es-ES"/>
        </w:rPr>
      </w:pPr>
      <w:r w:rsidRPr="0001380A">
        <w:rPr>
          <w:lang w:val="es-ES"/>
        </w:rPr>
        <w:t>……………………………………</w:t>
      </w:r>
    </w:p>
    <w:p w:rsidR="003711F8" w:rsidRPr="0001380A" w:rsidRDefault="003711F8" w:rsidP="0001380A">
      <w:pPr>
        <w:tabs>
          <w:tab w:val="left" w:pos="360"/>
        </w:tabs>
        <w:ind w:hanging="540"/>
        <w:jc w:val="right"/>
        <w:rPr>
          <w:b/>
          <w:bCs/>
          <w:lang w:val="es-ES"/>
        </w:rPr>
      </w:pPr>
      <w:r w:rsidRPr="0001380A">
        <w:rPr>
          <w:b/>
          <w:bCs/>
          <w:lang w:val="es-ES"/>
        </w:rPr>
        <w:t>(1)</w:t>
      </w:r>
    </w:p>
    <w:p w:rsidR="003711F8" w:rsidRPr="0001380A" w:rsidRDefault="003711F8" w:rsidP="0001380A">
      <w:pPr>
        <w:tabs>
          <w:tab w:val="left" w:pos="360"/>
        </w:tabs>
        <w:ind w:hanging="540"/>
        <w:jc w:val="right"/>
        <w:rPr>
          <w:b/>
          <w:bCs/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  <w:r w:rsidRPr="0001380A">
        <w:rPr>
          <w:lang w:val="es-ES"/>
        </w:rPr>
        <w:tab/>
        <w:t xml:space="preserve">(b) </w:t>
      </w:r>
      <w:r>
        <w:rPr>
          <w:lang w:val="es-ES"/>
        </w:rPr>
        <w:tab/>
      </w:r>
      <w:r w:rsidRPr="0001380A">
        <w:rPr>
          <w:lang w:val="es-ES"/>
        </w:rPr>
        <w:t xml:space="preserve">Simplify </w:t>
      </w:r>
      <w:r w:rsidRPr="0001380A">
        <w:rPr>
          <w:lang w:val="es-ES"/>
        </w:rPr>
        <w:tab/>
        <w:t>y</w:t>
      </w:r>
      <w:r w:rsidRPr="0001380A">
        <w:rPr>
          <w:vertAlign w:val="superscript"/>
          <w:lang w:val="es-ES"/>
        </w:rPr>
        <w:t>7</w:t>
      </w:r>
      <w:r w:rsidRPr="0001380A">
        <w:rPr>
          <w:lang w:val="es-ES"/>
        </w:rPr>
        <w:t xml:space="preserve"> ÷ y</w:t>
      </w:r>
      <w:r w:rsidRPr="0001380A">
        <w:rPr>
          <w:vertAlign w:val="superscript"/>
          <w:lang w:val="es-ES"/>
        </w:rPr>
        <w:t>5</w:t>
      </w: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01380A">
      <w:pPr>
        <w:tabs>
          <w:tab w:val="left" w:pos="360"/>
        </w:tabs>
        <w:ind w:hanging="540"/>
        <w:jc w:val="right"/>
        <w:rPr>
          <w:lang w:val="es-ES"/>
        </w:rPr>
      </w:pPr>
      <w:r w:rsidRPr="0001380A">
        <w:rPr>
          <w:lang w:val="es-ES"/>
        </w:rPr>
        <w:t>……………………………………</w:t>
      </w:r>
    </w:p>
    <w:p w:rsidR="003711F8" w:rsidRDefault="003711F8" w:rsidP="0001380A">
      <w:pPr>
        <w:tabs>
          <w:tab w:val="left" w:pos="360"/>
        </w:tabs>
        <w:ind w:hanging="540"/>
        <w:jc w:val="right"/>
        <w:rPr>
          <w:b/>
          <w:bCs/>
          <w:lang w:val="es-ES"/>
        </w:rPr>
      </w:pPr>
      <w:r w:rsidRPr="008E4D92">
        <w:rPr>
          <w:b/>
          <w:bCs/>
          <w:lang w:val="es-ES"/>
        </w:rPr>
        <w:t>(1)</w:t>
      </w:r>
    </w:p>
    <w:p w:rsidR="003711F8" w:rsidRPr="008E4D92" w:rsidRDefault="003711F8" w:rsidP="0001380A">
      <w:pPr>
        <w:tabs>
          <w:tab w:val="left" w:pos="360"/>
        </w:tabs>
        <w:ind w:hanging="540"/>
        <w:jc w:val="right"/>
        <w:rPr>
          <w:b/>
          <w:bCs/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  <w:r w:rsidRPr="0001380A">
        <w:rPr>
          <w:lang w:val="es-ES"/>
        </w:rPr>
        <w:tab/>
        <w:t xml:space="preserve">(c) </w:t>
      </w:r>
      <w:r>
        <w:rPr>
          <w:lang w:val="es-ES"/>
        </w:rPr>
        <w:tab/>
      </w:r>
      <w:r w:rsidRPr="0001380A">
        <w:rPr>
          <w:lang w:val="es-ES"/>
        </w:rPr>
        <w:t xml:space="preserve">Expand </w:t>
      </w:r>
      <w:r w:rsidRPr="0001380A">
        <w:rPr>
          <w:lang w:val="es-ES"/>
        </w:rPr>
        <w:tab/>
        <w:t>2</w:t>
      </w:r>
      <w:r w:rsidRPr="008E4D92">
        <w:rPr>
          <w:i/>
          <w:iCs/>
          <w:lang w:val="es-ES"/>
        </w:rPr>
        <w:t>x</w:t>
      </w:r>
      <w:r w:rsidRPr="0001380A">
        <w:rPr>
          <w:lang w:val="es-ES"/>
        </w:rPr>
        <w:t>(4</w:t>
      </w:r>
      <w:r w:rsidRPr="008E4D92">
        <w:rPr>
          <w:i/>
          <w:iCs/>
          <w:lang w:val="es-ES"/>
        </w:rPr>
        <w:t>x</w:t>
      </w:r>
      <w:r w:rsidRPr="0001380A">
        <w:rPr>
          <w:lang w:val="es-ES"/>
        </w:rPr>
        <w:t xml:space="preserve"> – 5</w:t>
      </w:r>
      <w:r w:rsidRPr="008E4D92">
        <w:rPr>
          <w:i/>
          <w:iCs/>
          <w:lang w:val="es-ES"/>
        </w:rPr>
        <w:t>y</w:t>
      </w:r>
      <w:r w:rsidRPr="0001380A">
        <w:rPr>
          <w:lang w:val="es-ES"/>
        </w:rPr>
        <w:t>)</w:t>
      </w: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404D11">
      <w:pPr>
        <w:tabs>
          <w:tab w:val="left" w:pos="360"/>
        </w:tabs>
        <w:ind w:hanging="540"/>
        <w:rPr>
          <w:lang w:val="es-ES"/>
        </w:rPr>
      </w:pPr>
    </w:p>
    <w:p w:rsidR="003711F8" w:rsidRPr="0001380A" w:rsidRDefault="003711F8" w:rsidP="008E4D92">
      <w:pPr>
        <w:tabs>
          <w:tab w:val="left" w:pos="360"/>
        </w:tabs>
        <w:ind w:hanging="540"/>
        <w:jc w:val="right"/>
        <w:rPr>
          <w:lang w:val="es-ES"/>
        </w:rPr>
      </w:pPr>
      <w:r w:rsidRPr="0001380A">
        <w:rPr>
          <w:lang w:val="es-ES"/>
        </w:rPr>
        <w:t>……………………………………</w:t>
      </w:r>
    </w:p>
    <w:p w:rsidR="003711F8" w:rsidRPr="008E4D92" w:rsidRDefault="003711F8" w:rsidP="008E4D92">
      <w:pPr>
        <w:tabs>
          <w:tab w:val="left" w:pos="360"/>
        </w:tabs>
        <w:spacing w:line="360" w:lineRule="auto"/>
        <w:ind w:hanging="540"/>
        <w:jc w:val="right"/>
        <w:rPr>
          <w:b/>
          <w:bCs/>
          <w:lang w:val="es-ES"/>
        </w:rPr>
      </w:pPr>
      <w:r w:rsidRPr="008E4D92">
        <w:rPr>
          <w:b/>
          <w:bCs/>
          <w:lang w:val="es-ES"/>
        </w:rPr>
        <w:t>(1)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  <w:lang w:val="es-ES"/>
        </w:rPr>
        <w:t>(Total 3 ma</w:t>
      </w:r>
      <w:r w:rsidRPr="008E4D92">
        <w:rPr>
          <w:b/>
          <w:bCs/>
        </w:rPr>
        <w:t>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8E4D92" w:rsidRDefault="003711F8" w:rsidP="00404D11">
      <w:pPr>
        <w:tabs>
          <w:tab w:val="left" w:pos="360"/>
        </w:tabs>
        <w:ind w:hanging="540"/>
        <w:rPr>
          <w:b/>
          <w:bCs/>
        </w:rPr>
      </w:pPr>
      <w:r w:rsidRPr="008E4D92">
        <w:rPr>
          <w:b/>
          <w:bCs/>
        </w:rPr>
        <w:t>10.</w:t>
      </w:r>
      <w:r w:rsidRPr="008E4D92">
        <w:rPr>
          <w:b/>
          <w:bCs/>
        </w:rPr>
        <w:tab/>
      </w:r>
    </w:p>
    <w:p w:rsidR="003711F8" w:rsidRPr="00404D11" w:rsidRDefault="003711F8" w:rsidP="008E4D92">
      <w:pPr>
        <w:tabs>
          <w:tab w:val="left" w:pos="360"/>
        </w:tabs>
        <w:jc w:val="center"/>
      </w:pPr>
      <w:r w:rsidRPr="00404D11">
        <w:pict>
          <v:shape id="Picture 13" o:spid="_x0000_i1035" type="#_x0000_t75" style="width:282.75pt;height:153pt;visibility:visible">
            <v:imagedata r:id="rId25" o:title=""/>
          </v:shape>
        </w:pic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Calculate the volume of the triangular prism.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spacing w:line="360" w:lineRule="auto"/>
        <w:ind w:hanging="540"/>
        <w:jc w:val="right"/>
      </w:pPr>
      <w:r w:rsidRPr="00404D11">
        <w:t>…................................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8E4D92">
        <w:rPr>
          <w:b/>
          <w:bCs/>
        </w:rPr>
        <w:t>11.</w:t>
      </w:r>
      <w:r w:rsidRPr="00404D11">
        <w:tab/>
        <w:t>(a)</w:t>
      </w:r>
      <w:r>
        <w:tab/>
      </w:r>
      <w:r w:rsidRPr="00404D11">
        <w:t xml:space="preserve">Solve </w:t>
      </w:r>
      <w:r w:rsidRPr="00404D11">
        <w:tab/>
        <w:t>3(</w:t>
      </w:r>
      <w:r w:rsidRPr="008E4D92">
        <w:rPr>
          <w:i/>
          <w:iCs/>
        </w:rPr>
        <w:t>x</w:t>
      </w:r>
      <w:r w:rsidRPr="00404D11">
        <w:t xml:space="preserve"> + 2) = 4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 w:rsidRPr="008E4D92">
        <w:rPr>
          <w:i/>
          <w:iCs/>
        </w:rPr>
        <w:t>x</w:t>
      </w:r>
      <w:r w:rsidRPr="00404D11">
        <w:t xml:space="preserve"> = …………………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(2)</w:t>
      </w: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 w:rsidRPr="00404D11">
        <w:t xml:space="preserve">  </w:t>
      </w:r>
      <w:r w:rsidRPr="00404D11">
        <w:tab/>
      </w:r>
      <w:r w:rsidRPr="00404D11">
        <w:tab/>
      </w: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  <w:t>(b)</w:t>
      </w:r>
      <w:r>
        <w:tab/>
      </w:r>
      <w:r w:rsidRPr="00404D11">
        <w:t xml:space="preserve">Solve </w:t>
      </w:r>
      <w:r w:rsidRPr="00404D11">
        <w:fldChar w:fldCharType="begin"/>
      </w:r>
      <w:r w:rsidRPr="00404D11">
        <w:instrText xml:space="preserve"> QUOTE </w:instrText>
      </w:r>
      <w:r w:rsidRPr="00404D11">
        <w:pict>
          <v:shape id="_x0000_i1036" type="#_x0000_t75" style="width:63pt;height:24pt">
            <v:imagedata r:id="rId26" o:title="" chromakey="white"/>
          </v:shape>
        </w:pict>
      </w:r>
      <w:r w:rsidRPr="00404D11">
        <w:instrText xml:space="preserve"> </w:instrText>
      </w:r>
      <w:r w:rsidRPr="00404D11">
        <w:fldChar w:fldCharType="separate"/>
      </w:r>
      <w:r>
        <w:tab/>
      </w:r>
      <w:r w:rsidRPr="00404D11">
        <w:fldChar w:fldCharType="end"/>
      </w:r>
      <w:r w:rsidRPr="00404D11">
        <w:t xml:space="preserve"> </w:t>
      </w:r>
      <w:r w:rsidRPr="008E4D92">
        <w:rPr>
          <w:position w:val="-24"/>
        </w:rPr>
        <w:object w:dxaOrig="340" w:dyaOrig="620">
          <v:shape id="_x0000_i1037" type="#_x0000_t75" style="width:17.25pt;height:30.75pt" o:ole="">
            <v:imagedata r:id="rId27" o:title=""/>
          </v:shape>
          <o:OLEObject Type="Embed" ProgID="Equation.3" ShapeID="_x0000_i1037" DrawAspect="Content" ObjectID="_1341650896" r:id="rId28"/>
        </w:object>
      </w:r>
      <w:r>
        <w:t xml:space="preserve"> – 5 = 7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spacing w:line="360" w:lineRule="auto"/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 w:rsidRPr="008E4D92">
        <w:rPr>
          <w:i/>
          <w:iCs/>
        </w:rPr>
        <w:t>x</w:t>
      </w:r>
      <w:r w:rsidRPr="00404D11">
        <w:t xml:space="preserve"> = …………………</w:t>
      </w:r>
    </w:p>
    <w:p w:rsidR="003711F8" w:rsidRPr="008E4D92" w:rsidRDefault="003711F8" w:rsidP="008E4D92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8E4D92">
        <w:rPr>
          <w:b/>
          <w:bCs/>
        </w:rPr>
        <w:t>(3)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(Total 5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 w:rsidRPr="008E4D92">
        <w:rPr>
          <w:b/>
          <w:bCs/>
        </w:rPr>
        <w:t>12.</w:t>
      </w:r>
      <w:r w:rsidRPr="00404D11">
        <w:tab/>
        <w:t>People have different reaction times when using either their left hand or their right hand. Melissa wants to investigate this.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Melissa selects a number of students from her class to use as a sample for this investigation.</w:t>
      </w:r>
    </w:p>
    <w:p w:rsidR="003711F8" w:rsidRDefault="003711F8" w:rsidP="00404D11">
      <w:pPr>
        <w:tabs>
          <w:tab w:val="left" w:pos="360"/>
        </w:tabs>
        <w:ind w:hanging="540"/>
      </w:pPr>
      <w:r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  <w:t>(a)</w:t>
      </w:r>
      <w:r>
        <w:tab/>
      </w:r>
      <w:r w:rsidRPr="00404D11">
        <w:t>Give one reason why this is not a good way of taking a sample.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>
        <w:t>…………..</w:t>
      </w:r>
      <w:r w:rsidRPr="00404D11">
        <w:t>…………………………………………………………………………………………..</w:t>
      </w:r>
    </w:p>
    <w:p w:rsidR="003711F8" w:rsidRDefault="003711F8" w:rsidP="008E4D92">
      <w:pPr>
        <w:tabs>
          <w:tab w:val="left" w:pos="360"/>
        </w:tabs>
        <w:ind w:hanging="540"/>
        <w:jc w:val="right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>
        <w:t>…………..</w:t>
      </w:r>
      <w:r w:rsidRPr="00404D11">
        <w:t>…………………………………………………………………………………………..</w:t>
      </w:r>
    </w:p>
    <w:p w:rsidR="003711F8" w:rsidRDefault="003711F8" w:rsidP="008E4D92">
      <w:pPr>
        <w:tabs>
          <w:tab w:val="left" w:pos="360"/>
        </w:tabs>
        <w:ind w:hanging="540"/>
        <w:jc w:val="right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>
        <w:t>…………..</w:t>
      </w:r>
      <w:r w:rsidRPr="00404D11">
        <w:t>…………………………………………………………………………………………..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 xml:space="preserve"> (1)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>
        <w:tab/>
      </w:r>
      <w:r w:rsidRPr="00404D11">
        <w:t>(b)</w:t>
      </w:r>
      <w:r>
        <w:tab/>
      </w:r>
      <w:r w:rsidRPr="00404D11">
        <w:t>Describe a better way of taking a sample that Melissa could use.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>
        <w:t>…………..</w:t>
      </w:r>
      <w:r w:rsidRPr="00404D11">
        <w:t>…………………………………………………………………………………………..</w:t>
      </w:r>
    </w:p>
    <w:p w:rsidR="003711F8" w:rsidRDefault="003711F8" w:rsidP="008E4D92">
      <w:pPr>
        <w:tabs>
          <w:tab w:val="left" w:pos="360"/>
        </w:tabs>
        <w:ind w:hanging="540"/>
        <w:jc w:val="right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>
        <w:t>…………..</w:t>
      </w:r>
      <w:r w:rsidRPr="00404D11">
        <w:t>…………………………………………………………………………………………..</w:t>
      </w:r>
    </w:p>
    <w:p w:rsidR="003711F8" w:rsidRDefault="003711F8" w:rsidP="008E4D92">
      <w:pPr>
        <w:tabs>
          <w:tab w:val="left" w:pos="360"/>
        </w:tabs>
        <w:ind w:hanging="540"/>
        <w:jc w:val="right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>
        <w:t>…………..</w:t>
      </w:r>
      <w:r w:rsidRPr="00404D11">
        <w:t>…………………………………………………………………………………………..</w:t>
      </w:r>
    </w:p>
    <w:p w:rsidR="003711F8" w:rsidRPr="008E4D92" w:rsidRDefault="003711F8" w:rsidP="008E4D92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8E4D92">
        <w:rPr>
          <w:b/>
          <w:bCs/>
        </w:rPr>
        <w:t xml:space="preserve"> (1)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 xml:space="preserve"> (Total 2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8E4D92">
        <w:rPr>
          <w:b/>
          <w:bCs/>
        </w:rPr>
        <w:t>13.</w:t>
      </w:r>
      <w:r w:rsidRPr="00404D11">
        <w:tab/>
        <w:t>Here are the first 5 terms of an arithmetic sequence.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>
        <w:tab/>
      </w:r>
      <w:r>
        <w:tab/>
      </w:r>
      <w:r>
        <w:tab/>
      </w:r>
      <w:r w:rsidRPr="00404D11">
        <w:t>2</w:t>
      </w:r>
      <w:r w:rsidRPr="00404D11">
        <w:tab/>
        <w:t>9</w:t>
      </w:r>
      <w:r w:rsidRPr="00404D11">
        <w:tab/>
        <w:t>16</w:t>
      </w:r>
      <w:r w:rsidRPr="00404D11">
        <w:tab/>
        <w:t>23</w:t>
      </w:r>
      <w:r w:rsidRPr="00404D11">
        <w:tab/>
        <w:t>30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  <w:t>(a)</w:t>
      </w:r>
      <w:r>
        <w:tab/>
      </w:r>
      <w:r w:rsidRPr="00404D11">
        <w:t>Write down the 12th term of this sequence.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 w:rsidRPr="00404D11">
        <w:t>………………………..</w:t>
      </w:r>
    </w:p>
    <w:p w:rsidR="003711F8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(1)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(b)</w:t>
      </w:r>
      <w:r>
        <w:tab/>
      </w:r>
      <w:r w:rsidRPr="00404D11">
        <w:t>Find, in terms of n, an expression for the nth term of this sequence.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ind w:hanging="540"/>
        <w:jc w:val="right"/>
      </w:pPr>
      <w:r w:rsidRPr="00404D11">
        <w:t>…………………………………</w:t>
      </w:r>
    </w:p>
    <w:p w:rsidR="003711F8" w:rsidRPr="008E4D92" w:rsidRDefault="003711F8" w:rsidP="008E4D92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8E4D92">
        <w:rPr>
          <w:b/>
          <w:bCs/>
        </w:rPr>
        <w:t>(2)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(Total 3 marks)</w:t>
      </w:r>
    </w:p>
    <w:p w:rsidR="003711F8" w:rsidRPr="00404D11" w:rsidRDefault="003711F8" w:rsidP="008E4D92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8E4D92" w:rsidRDefault="003711F8" w:rsidP="00404D11">
      <w:pPr>
        <w:tabs>
          <w:tab w:val="left" w:pos="360"/>
        </w:tabs>
        <w:ind w:hanging="540"/>
        <w:rPr>
          <w:b/>
          <w:bCs/>
        </w:rPr>
      </w:pPr>
      <w:r>
        <w:rPr>
          <w:noProof/>
          <w:lang w:eastAsia="en-GB"/>
        </w:rPr>
        <w:pict>
          <v:group id="_x0000_s1038" style="position:absolute;margin-left:51pt;margin-top:8.75pt;width:240.75pt;height:47.25pt;z-index:251660288" coordorigin="2460,8480" coordsize="4815,945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39" type="#_x0000_t16" style="position:absolute;left:2460;top:8480;width:1905;height:945"/>
            <v:shape id="_x0000_s1040" type="#_x0000_t16" style="position:absolute;left:5370;top:8480;width:1905;height:945"/>
            <v:shape id="_x0000_s1041" type="#_x0000_t202" style="position:absolute;left:2749;top:8948;width:1105;height:435">
              <v:textbox style="mso-fit-shape-to-text:t">
                <w:txbxContent>
                  <w:p w:rsidR="003711F8" w:rsidRDefault="003711F8" w:rsidP="000505B0">
                    <w:r>
                      <w:t>Copper</w:t>
                    </w:r>
                  </w:p>
                </w:txbxContent>
              </v:textbox>
            </v:shape>
            <v:shape id="_x0000_s1042" type="#_x0000_t202" style="position:absolute;left:5710;top:8948;width:1060;height:435">
              <v:textbox style="mso-fit-shape-to-text:t">
                <w:txbxContent>
                  <w:p w:rsidR="003711F8" w:rsidRDefault="003711F8" w:rsidP="000505B0">
                    <w:r>
                      <w:t>Nickel</w:t>
                    </w:r>
                  </w:p>
                </w:txbxContent>
              </v:textbox>
            </v:shape>
          </v:group>
        </w:pict>
      </w:r>
      <w:r w:rsidRPr="008E4D92">
        <w:rPr>
          <w:b/>
          <w:bCs/>
        </w:rPr>
        <w:t>14.</w:t>
      </w:r>
      <w:r w:rsidRPr="008E4D92">
        <w:rPr>
          <w:b/>
          <w:bCs/>
        </w:rPr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spacing w:line="360" w:lineRule="auto"/>
        <w:ind w:hanging="540"/>
      </w:pPr>
      <w:r w:rsidRPr="00404D11">
        <w:tab/>
        <w:t>These two metal blocks each have a volume of 2.5 m</w:t>
      </w:r>
      <w:r w:rsidRPr="008E4D92">
        <w:rPr>
          <w:vertAlign w:val="superscript"/>
        </w:rPr>
        <w:t>3</w:t>
      </w:r>
      <w:r w:rsidRPr="00404D11">
        <w:t>.</w:t>
      </w:r>
    </w:p>
    <w:p w:rsidR="003711F8" w:rsidRPr="00404D11" w:rsidRDefault="003711F8" w:rsidP="008E4D92">
      <w:pPr>
        <w:tabs>
          <w:tab w:val="left" w:pos="360"/>
        </w:tabs>
        <w:spacing w:line="360" w:lineRule="auto"/>
        <w:ind w:hanging="540"/>
      </w:pPr>
      <w:r w:rsidRPr="00404D11">
        <w:tab/>
        <w:t>The density of the copper block is 8.9 × 103 kg per m</w:t>
      </w:r>
      <w:r w:rsidRPr="008E4D92">
        <w:rPr>
          <w:vertAlign w:val="superscript"/>
        </w:rPr>
        <w:t>3</w:t>
      </w:r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The density of the nickel block is 8.8 × 103 kg per m</w:t>
      </w:r>
      <w:r w:rsidRPr="008E4D92">
        <w:rPr>
          <w:vertAlign w:val="superscript"/>
        </w:rPr>
        <w:t>3</w:t>
      </w:r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Work out the difference in the masses of the two blocks.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Give your answer in standard form.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E4D92">
      <w:pPr>
        <w:tabs>
          <w:tab w:val="left" w:pos="360"/>
        </w:tabs>
        <w:spacing w:line="360" w:lineRule="auto"/>
        <w:ind w:hanging="540"/>
        <w:jc w:val="right"/>
      </w:pPr>
      <w:r>
        <w:t>……………………………. k</w:t>
      </w:r>
      <w:r w:rsidRPr="00404D11">
        <w:t>g</w:t>
      </w: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8E4D92">
        <w:rPr>
          <w:b/>
          <w:bCs/>
        </w:rPr>
        <w:t>15.</w:t>
      </w:r>
      <w:r w:rsidRPr="00404D11">
        <w:tab/>
        <w:t>The diagram shows part of a building site in a town centre.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The scale is 1 cm = 1 m.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People must not be anywhere within 2 m from the site.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Make an accurate drawing of the region where people must not be.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shape id="_x0000_s1043" type="#_x0000_t32" style="position:absolute;margin-left:25.5pt;margin-top:12pt;width:96.75pt;height:0;z-index:251654144" o:connectortype="straight"/>
        </w:pict>
      </w:r>
      <w:r>
        <w:rPr>
          <w:noProof/>
          <w:lang w:eastAsia="en-GB"/>
        </w:rPr>
        <w:pict>
          <v:shape id="_x0000_s1044" type="#_x0000_t32" style="position:absolute;margin-left:122.25pt;margin-top:12pt;width:0;height:126pt;z-index:251655168" o:connectortype="straight"/>
        </w:pict>
      </w:r>
      <w:r>
        <w:rPr>
          <w:noProof/>
          <w:lang w:eastAsia="en-GB"/>
        </w:rPr>
        <w:pict>
          <v:shape id="_x0000_s1045" type="#_x0000_t32" style="position:absolute;margin-left:331.5pt;margin-top:12pt;width:96.75pt;height:0;z-index:251658240" o:connectortype="straight"/>
        </w:pict>
      </w:r>
      <w:r>
        <w:rPr>
          <w:noProof/>
          <w:lang w:eastAsia="en-GB"/>
        </w:rPr>
        <w:pict>
          <v:shape id="_x0000_s1046" type="#_x0000_t32" style="position:absolute;margin-left:331.5pt;margin-top:12pt;width:0;height:126pt;flip:y;z-index:251657216" o:connectortype="straight"/>
        </w:pict>
      </w:r>
      <w:r>
        <w:rPr>
          <w:noProof/>
          <w:lang w:eastAsia="en-GB"/>
        </w:rPr>
        <w:pict>
          <v:rect id="_x0000_s1047" style="position:absolute;margin-left:331.5pt;margin-top:12pt;width:96.75pt;height:198pt;z-index:251653120" fillcolor="#d8d8d8" stroked="f"/>
        </w:pict>
      </w:r>
      <w:r>
        <w:rPr>
          <w:noProof/>
          <w:lang w:eastAsia="en-GB"/>
        </w:rPr>
        <w:pict>
          <v:rect id="_x0000_s1048" style="position:absolute;margin-left:25.5pt;margin-top:12pt;width:96.75pt;height:198pt;z-index:251651072" fillcolor="#d8d8d8" stroked="f"/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shape id="_x0000_s1049" type="#_x0000_t202" style="position:absolute;margin-left:164pt;margin-top:9.8pt;width:102.5pt;height:144.2pt;z-index:251659264" fillcolor="#d8d8d8" stroked="f">
            <v:textbox style="mso-fit-shape-to-text:t">
              <w:txbxContent>
                <w:p w:rsidR="003711F8" w:rsidRDefault="003711F8" w:rsidP="00BA7C88">
                  <w:r>
                    <w:t>Building Site</w:t>
                  </w:r>
                </w:p>
                <w:p w:rsidR="003711F8" w:rsidRDefault="003711F8" w:rsidP="00BA7C88"/>
                <w:p w:rsidR="003711F8" w:rsidRDefault="003711F8" w:rsidP="00BA7C88">
                  <w:r>
                    <w:t>Scale: 1 cm = 1 m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32" style="position:absolute;margin-left:122.25pt;margin-top:.05pt;width:209.25pt;height:0;z-index:251656192" o:connectortype="straight"/>
        </w:pict>
      </w:r>
      <w:r>
        <w:rPr>
          <w:noProof/>
          <w:lang w:eastAsia="en-GB"/>
        </w:rPr>
        <w:pict>
          <v:rect id="_x0000_s1051" style="position:absolute;margin-left:122.25pt;margin-top:.05pt;width:209.25pt;height:1in;z-index:251652096" fillcolor="#d8d8d8" stroked="f"/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</w:p>
    <w:p w:rsidR="003711F8" w:rsidRPr="008E4D92" w:rsidRDefault="003711F8" w:rsidP="008E4D92">
      <w:pPr>
        <w:tabs>
          <w:tab w:val="left" w:pos="360"/>
        </w:tabs>
        <w:ind w:hanging="540"/>
        <w:jc w:val="right"/>
        <w:rPr>
          <w:b/>
          <w:bCs/>
        </w:rPr>
      </w:pPr>
      <w:r w:rsidRPr="008E4D92">
        <w:rPr>
          <w:b/>
          <w:bCs/>
        </w:rPr>
        <w:t>(Total 2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8E4D92" w:rsidRDefault="003711F8" w:rsidP="00404D11">
      <w:pPr>
        <w:tabs>
          <w:tab w:val="left" w:pos="360"/>
        </w:tabs>
        <w:ind w:hanging="540"/>
        <w:rPr>
          <w:b/>
          <w:bCs/>
        </w:rPr>
      </w:pPr>
      <w:r w:rsidRPr="008E4D92">
        <w:rPr>
          <w:b/>
          <w:bCs/>
        </w:rPr>
        <w:t xml:space="preserve">16.                </w:t>
      </w:r>
      <w:r w:rsidRPr="008E4D92">
        <w:rPr>
          <w:b/>
          <w:bCs/>
        </w:rPr>
        <w:tab/>
      </w:r>
      <w:r w:rsidRPr="008E4D92">
        <w:rPr>
          <w:b/>
          <w:bCs/>
        </w:rPr>
        <w:tab/>
      </w:r>
      <w:r w:rsidRPr="008E4D92">
        <w:rPr>
          <w:b/>
          <w:bCs/>
        </w:rPr>
        <w:tab/>
      </w:r>
      <w:r w:rsidRPr="008E4D92">
        <w:rPr>
          <w:b/>
          <w:bCs/>
        </w:rPr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group id="_x0000_s1052" style="position:absolute;margin-left:55.5pt;margin-top:2.35pt;width:228.75pt;height:113.2pt;z-index:251667456" coordorigin="2550,1457" coordsize="4575,2264">
            <v:shape id="_x0000_s1053" type="#_x0000_t32" style="position:absolute;left:2550;top:3721;width:4575;height:0" o:connectortype="straight"/>
            <v:shape id="_x0000_s1054" type="#_x0000_t32" style="position:absolute;left:2550;top:1470;width:1950;height:2247;flip:y" o:connectortype="straight"/>
            <v:shape id="_x0000_s1055" type="#_x0000_t32" style="position:absolute;left:4500;top:1457;width:1536;height:2251" o:connectortype="straigh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56" type="#_x0000_t19" style="position:absolute;left:4048;top:1536;width:827;height:606;flip:x" coordsize="27082,21600" adj="3338073,8426618,13470,0" path="wr-8130,-21600,35070,21600,27082,16771,,16886nfewr-8130,-21600,35070,21600,27082,16771,,16886l13470,nsxe">
              <v:path o:connectlocs="27082,16771;0,16886;13470,0"/>
            </v:shape>
            <v:shape id="_x0000_s1057" type="#_x0000_t19" style="position:absolute;left:2558;top:3066;width:897;height:646;flip:x" coordsize="21600,16912" adj="-11787328,-8419366,21600,16912" path="wr,-4688,43200,38512,,16859,8163,nfewr,-4688,43200,38512,,16859,8163,l21600,16912nsxe">
              <v:path o:connectlocs="0,16859;8163,0;21600,16912"/>
            </v:shape>
            <v:shape id="_x0000_s1058" type="#_x0000_t19" style="position:absolute;left:5675;top:3114;width:859;height:595;flip:x" coordsize="28765,21654" adj="11787078,-4628586,21600" path="wr,,43200,43200,,21654,28765,1223nfewr,,43200,43200,,21654,28765,1223l21600,21600nsxe">
              <v:path o:connectlocs="0,21654;28765,1223;21600,21600"/>
            </v:shape>
          </v:group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</w:r>
      <w:r w:rsidRPr="00404D11">
        <w:tab/>
      </w:r>
      <w:r>
        <w:t xml:space="preserve">                        </w:t>
      </w:r>
      <w:r w:rsidRPr="00404D11">
        <w:t>3</w:t>
      </w:r>
      <w:r w:rsidRPr="008B30DC">
        <w:rPr>
          <w:i/>
          <w:iCs/>
        </w:rPr>
        <w:t>y</w:t>
      </w:r>
      <w:r>
        <w:sym w:font="Symbol" w:char="F0B0"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>
        <w:tab/>
        <w:t xml:space="preserve">             </w:t>
      </w:r>
      <w:r w:rsidRPr="00404D11">
        <w:t>52</w:t>
      </w:r>
      <w:r>
        <w:sym w:font="Symbol" w:char="F0B0"/>
      </w:r>
      <w:r w:rsidRPr="00404D11">
        <w:tab/>
      </w:r>
      <w:r w:rsidRPr="00404D11">
        <w:tab/>
      </w:r>
      <w:r w:rsidRPr="00404D11">
        <w:tab/>
      </w:r>
      <w:r w:rsidRPr="00404D11">
        <w:tab/>
        <w:t xml:space="preserve">     5</w:t>
      </w:r>
      <w:r w:rsidRPr="008B30DC">
        <w:rPr>
          <w:i/>
          <w:iCs/>
        </w:rPr>
        <w:t>y</w:t>
      </w:r>
      <w:r>
        <w:sym w:font="Symbol" w:char="F0B0"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 xml:space="preserve">Work out the value of </w:t>
      </w:r>
      <w:r w:rsidRPr="008B30DC">
        <w:rPr>
          <w:i/>
          <w:iCs/>
        </w:rPr>
        <w:t>y</w:t>
      </w:r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B30DC">
      <w:pPr>
        <w:tabs>
          <w:tab w:val="left" w:pos="360"/>
        </w:tabs>
        <w:spacing w:line="360" w:lineRule="auto"/>
        <w:ind w:hanging="540"/>
        <w:jc w:val="right"/>
      </w:pPr>
      <w:r w:rsidRPr="008B30DC">
        <w:rPr>
          <w:i/>
          <w:iCs/>
        </w:rPr>
        <w:t>y</w:t>
      </w:r>
      <w:r w:rsidRPr="00404D11">
        <w:t xml:space="preserve"> = ………………….</w:t>
      </w:r>
    </w:p>
    <w:p w:rsidR="003711F8" w:rsidRPr="008B30DC" w:rsidRDefault="003711F8" w:rsidP="008B30DC">
      <w:pPr>
        <w:tabs>
          <w:tab w:val="left" w:pos="360"/>
        </w:tabs>
        <w:ind w:hanging="540"/>
        <w:jc w:val="right"/>
        <w:rPr>
          <w:b/>
          <w:bCs/>
        </w:rPr>
      </w:pPr>
      <w:r w:rsidRPr="008B30DC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8B30DC">
        <w:rPr>
          <w:b/>
          <w:bCs/>
        </w:rPr>
        <w:t>17.</w:t>
      </w:r>
      <w:r w:rsidRPr="00404D11">
        <w:tab/>
        <w:t>In a sale, normal prices are reduced by 12%.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Stephen buys a DVD player in the sale.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He pays £242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Work out how much Stephen has saved by buying the DVD in the sale.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8B30DC">
      <w:pPr>
        <w:tabs>
          <w:tab w:val="left" w:pos="360"/>
        </w:tabs>
        <w:spacing w:line="360" w:lineRule="auto"/>
        <w:ind w:hanging="540"/>
        <w:jc w:val="right"/>
      </w:pPr>
      <w:r w:rsidRPr="00404D11">
        <w:t>£ ………………………</w:t>
      </w:r>
    </w:p>
    <w:p w:rsidR="003711F8" w:rsidRPr="008B30DC" w:rsidRDefault="003711F8" w:rsidP="008B30DC">
      <w:pPr>
        <w:tabs>
          <w:tab w:val="left" w:pos="360"/>
        </w:tabs>
        <w:ind w:hanging="540"/>
        <w:jc w:val="right"/>
        <w:rPr>
          <w:b/>
          <w:bCs/>
        </w:rPr>
      </w:pPr>
      <w:r w:rsidRPr="008B30DC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09288C">
        <w:rPr>
          <w:b/>
          <w:bCs/>
        </w:rPr>
        <w:t>18.</w:t>
      </w:r>
      <w:r w:rsidRPr="00404D11">
        <w:tab/>
        <w:t xml:space="preserve">The weight, in kg, of 50 people in a club was recorded. 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  <w:t>The cumulative frequency diagram shows these results.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9288C">
      <w:pPr>
        <w:tabs>
          <w:tab w:val="left" w:pos="360"/>
        </w:tabs>
        <w:ind w:hanging="18"/>
        <w:jc w:val="center"/>
      </w:pPr>
      <w:r w:rsidRPr="00404D11">
        <w:pict>
          <v:shape id="Picture 1" o:spid="_x0000_i1038" type="#_x0000_t75" style="width:300pt;height:207pt;visibility:visible">
            <v:imagedata r:id="rId29" o:title=""/>
          </v:shape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Default="003711F8" w:rsidP="00404D11">
      <w:pPr>
        <w:tabs>
          <w:tab w:val="left" w:pos="360"/>
        </w:tabs>
        <w:ind w:hanging="540"/>
      </w:pPr>
      <w:r>
        <w:tab/>
      </w:r>
      <w:r w:rsidRPr="00404D11">
        <w:t>(a)</w:t>
      </w:r>
      <w:r w:rsidRPr="00404D11">
        <w:tab/>
        <w:t>Using the cumulative frequency diagram, find an estimate for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>
        <w:tab/>
      </w:r>
      <w:r w:rsidRPr="00404D11">
        <w:t>(i)</w:t>
      </w:r>
      <w:r w:rsidRPr="00404D11">
        <w:tab/>
        <w:t>the median,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9288C">
      <w:pPr>
        <w:tabs>
          <w:tab w:val="left" w:pos="360"/>
        </w:tabs>
        <w:ind w:hanging="540"/>
        <w:jc w:val="right"/>
      </w:pPr>
      <w:r w:rsidRPr="00404D11">
        <w:t>…………………………………… kg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>
        <w:tab/>
      </w:r>
      <w:r w:rsidRPr="00404D11">
        <w:t>(ii)</w:t>
      </w:r>
      <w:r w:rsidRPr="00404D11">
        <w:tab/>
        <w:t>the inter-quartile range.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9288C">
      <w:pPr>
        <w:tabs>
          <w:tab w:val="left" w:pos="360"/>
        </w:tabs>
        <w:ind w:hanging="540"/>
        <w:jc w:val="right"/>
      </w:pPr>
      <w:r w:rsidRPr="00404D11">
        <w:t>………………………………….... kg</w:t>
      </w:r>
    </w:p>
    <w:p w:rsidR="003711F8" w:rsidRPr="0009288C" w:rsidRDefault="003711F8" w:rsidP="0009288C">
      <w:pPr>
        <w:tabs>
          <w:tab w:val="left" w:pos="360"/>
        </w:tabs>
        <w:ind w:hanging="540"/>
        <w:jc w:val="right"/>
        <w:rPr>
          <w:b/>
          <w:bCs/>
        </w:rPr>
      </w:pPr>
      <w:r w:rsidRPr="0009288C">
        <w:rPr>
          <w:b/>
          <w:bCs/>
        </w:rPr>
        <w:t>(3)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  <w:t>(b)</w:t>
      </w:r>
      <w:r>
        <w:tab/>
      </w:r>
      <w:r w:rsidRPr="00404D11">
        <w:t>Write down the percentage of the weights represented by the inter-quartile range.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9288C">
      <w:pPr>
        <w:tabs>
          <w:tab w:val="left" w:pos="360"/>
        </w:tabs>
        <w:ind w:hanging="540"/>
        <w:jc w:val="right"/>
      </w:pPr>
      <w:r>
        <w:tab/>
      </w:r>
      <w:r w:rsidRPr="00404D11">
        <w:t>……………… %</w:t>
      </w:r>
    </w:p>
    <w:p w:rsidR="003711F8" w:rsidRPr="0009288C" w:rsidRDefault="003711F8" w:rsidP="0009288C">
      <w:pPr>
        <w:tabs>
          <w:tab w:val="left" w:pos="360"/>
        </w:tabs>
        <w:ind w:hanging="540"/>
        <w:jc w:val="right"/>
        <w:rPr>
          <w:b/>
          <w:bCs/>
        </w:rPr>
      </w:pPr>
      <w:r w:rsidRPr="0009288C">
        <w:rPr>
          <w:b/>
          <w:bCs/>
        </w:rPr>
        <w:tab/>
        <w:t>(1)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09288C">
      <w:pPr>
        <w:tabs>
          <w:tab w:val="left" w:pos="-30"/>
        </w:tabs>
        <w:ind w:left="720" w:hanging="768"/>
      </w:pPr>
      <w:r>
        <w:br w:type="page"/>
      </w:r>
      <w:r w:rsidRPr="00404D11">
        <w:t>The lowest weight recorded was 50 kg and the heaviest was 90 kg.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>
        <w:tab/>
        <w:t>(c)</w:t>
      </w:r>
      <w:r>
        <w:tab/>
      </w:r>
      <w:r w:rsidRPr="00404D11">
        <w:t>Draw a box plot for this data.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9288C">
      <w:pPr>
        <w:tabs>
          <w:tab w:val="left" w:pos="360"/>
        </w:tabs>
        <w:ind w:hanging="18"/>
        <w:jc w:val="center"/>
      </w:pPr>
      <w:r w:rsidRPr="00404D11">
        <w:pict>
          <v:shape id="Picture 2" o:spid="_x0000_i1039" type="#_x0000_t75" style="width:343.5pt;height:144.75pt;visibility:visible">
            <v:imagedata r:id="rId30" o:title=""/>
          </v:shape>
        </w:pict>
      </w:r>
    </w:p>
    <w:p w:rsidR="003711F8" w:rsidRDefault="003711F8" w:rsidP="0009288C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</w:p>
    <w:p w:rsidR="003711F8" w:rsidRPr="0009288C" w:rsidRDefault="003711F8" w:rsidP="0009288C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09288C">
        <w:rPr>
          <w:b/>
          <w:bCs/>
        </w:rPr>
        <w:t>(3)</w:t>
      </w:r>
    </w:p>
    <w:p w:rsidR="003711F8" w:rsidRPr="0009288C" w:rsidRDefault="003711F8" w:rsidP="0009288C">
      <w:pPr>
        <w:tabs>
          <w:tab w:val="left" w:pos="360"/>
        </w:tabs>
        <w:ind w:hanging="540"/>
        <w:jc w:val="right"/>
        <w:rPr>
          <w:b/>
          <w:bCs/>
        </w:rPr>
      </w:pPr>
      <w:r w:rsidRPr="0009288C">
        <w:rPr>
          <w:b/>
          <w:bCs/>
        </w:rPr>
        <w:t xml:space="preserve">  (Total 7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09288C">
        <w:rPr>
          <w:b/>
          <w:bCs/>
        </w:rPr>
        <w:t>19.</w:t>
      </w:r>
      <w:r w:rsidRPr="00404D11">
        <w:tab/>
        <w:t xml:space="preserve">Solve </w:t>
      </w:r>
      <w:r w:rsidRPr="00404D11">
        <w:tab/>
      </w:r>
      <w:r w:rsidRPr="00404D11">
        <w:tab/>
      </w:r>
      <w:r w:rsidRPr="0009288C">
        <w:rPr>
          <w:i/>
          <w:iCs/>
        </w:rPr>
        <w:t>x</w:t>
      </w:r>
      <w:r w:rsidRPr="0009288C">
        <w:rPr>
          <w:vertAlign w:val="superscript"/>
        </w:rPr>
        <w:t>2</w:t>
      </w:r>
      <w:r w:rsidRPr="00404D11">
        <w:t xml:space="preserve"> + 2</w:t>
      </w:r>
      <w:r w:rsidRPr="0009288C">
        <w:rPr>
          <w:i/>
          <w:iCs/>
        </w:rPr>
        <w:t>x</w:t>
      </w:r>
      <w:r w:rsidRPr="00404D11">
        <w:t xml:space="preserve"> – 15 = 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09288C">
      <w:pPr>
        <w:tabs>
          <w:tab w:val="left" w:pos="360"/>
        </w:tabs>
        <w:spacing w:line="360" w:lineRule="auto"/>
        <w:ind w:hanging="540"/>
        <w:jc w:val="right"/>
      </w:pPr>
      <w:r w:rsidRPr="00404D11">
        <w:t>………………………………………….</w:t>
      </w:r>
    </w:p>
    <w:p w:rsidR="003711F8" w:rsidRPr="0009288C" w:rsidRDefault="003711F8" w:rsidP="0009288C">
      <w:pPr>
        <w:tabs>
          <w:tab w:val="left" w:pos="360"/>
        </w:tabs>
        <w:ind w:hanging="540"/>
        <w:jc w:val="right"/>
        <w:rPr>
          <w:b/>
          <w:bCs/>
        </w:rPr>
      </w:pPr>
      <w:r w:rsidRPr="0009288C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09288C">
        <w:rPr>
          <w:b/>
          <w:bCs/>
        </w:rPr>
        <w:t>20.</w:t>
      </w:r>
      <w:r w:rsidRPr="00404D11">
        <w:tab/>
        <w:t xml:space="preserve">The graph shows the TV repair charges made by Vision Services. 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 xml:space="preserve">The charges depend on the length of time taken for the repair. 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 xml:space="preserve">   </w:t>
      </w:r>
    </w:p>
    <w:p w:rsidR="003711F8" w:rsidRDefault="003711F8" w:rsidP="0009288C">
      <w:pPr>
        <w:tabs>
          <w:tab w:val="left" w:pos="360"/>
        </w:tabs>
        <w:ind w:firstLine="360"/>
      </w:pPr>
      <w:r>
        <w:rPr>
          <w:noProof/>
          <w:lang w:eastAsia="en-GB"/>
        </w:rPr>
        <w:pict>
          <v:group id="_x0000_s1059" style="position:absolute;left:0;text-align:left;margin-left:-28pt;margin-top:7.2pt;width:449.2pt;height:277.5pt;z-index:251668480" coordorigin="880,2106" coordsize="8984,5550">
            <v:shape id="_x0000_s1060" type="#_x0000_t32" style="position:absolute;left:2718;top:2106;width:0;height:4800;flip:y" o:connectortype="straight">
              <v:stroke endarrow="block"/>
            </v:shape>
            <v:shape id="_x0000_s1061" type="#_x0000_t202" style="position:absolute;left:880;top:4447;width:1480;height:420" stroked="f">
              <v:textbox style="mso-fit-shape-to-text:t">
                <w:txbxContent>
                  <w:p w:rsidR="003711F8" w:rsidRDefault="003711F8" w:rsidP="000505B0">
                    <w:r>
                      <w:t>Charge in £</w:t>
                    </w:r>
                  </w:p>
                </w:txbxContent>
              </v:textbox>
            </v:shape>
            <v:shape id="_x0000_s1062" type="#_x0000_t32" style="position:absolute;left:2724;top:7656;width:7140;height:0" o:connectortype="straight">
              <v:stroke endarrow="block"/>
            </v:shape>
            <v:line id="_x0000_s1063" style="position:absolute;flip:y" from="2706,2628" to="9510,6798" strokeweight="1.5pt"/>
          </v:group>
        </w:pict>
      </w:r>
      <w:r>
        <w:rPr>
          <w:i/>
          <w:iCs/>
        </w:rPr>
        <w:t xml:space="preserve">           y</w:t>
      </w:r>
    </w:p>
    <w:p w:rsidR="003711F8" w:rsidRPr="0009288C" w:rsidRDefault="003711F8" w:rsidP="00404D11">
      <w:pPr>
        <w:tabs>
          <w:tab w:val="left" w:pos="360"/>
        </w:tabs>
        <w:ind w:hanging="540"/>
        <w:rPr>
          <w:i/>
          <w:iCs/>
        </w:rPr>
      </w:pPr>
      <w:r>
        <w:rPr>
          <w:i/>
          <w:iCs/>
        </w:rPr>
        <w:t xml:space="preserve">                         </w:t>
      </w:r>
    </w:p>
    <w:tbl>
      <w:tblPr>
        <w:tblpPr w:leftFromText="180" w:rightFromText="180" w:vertAnchor="page" w:horzAnchor="margin" w:tblpXSpec="center" w:tblpY="26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711F8" w:rsidRPr="00404D11" w:rsidTr="004864BE"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</w:tr>
      <w:tr w:rsidR="003711F8" w:rsidRPr="00404D11" w:rsidTr="004864BE"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</w:tr>
      <w:tr w:rsidR="003711F8" w:rsidRPr="00404D11" w:rsidTr="004864BE"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</w:tr>
      <w:tr w:rsidR="003711F8" w:rsidRPr="00404D11" w:rsidTr="004864BE"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</w:tr>
      <w:tr w:rsidR="003711F8" w:rsidRPr="00404D11" w:rsidTr="004864BE"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</w:tr>
      <w:tr w:rsidR="003711F8" w:rsidRPr="00404D11" w:rsidTr="004864BE"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  <w:tc>
          <w:tcPr>
            <w:tcW w:w="680" w:type="dxa"/>
          </w:tcPr>
          <w:p w:rsidR="003711F8" w:rsidRPr="00404D11" w:rsidRDefault="003711F8" w:rsidP="004864BE">
            <w:pPr>
              <w:tabs>
                <w:tab w:val="left" w:pos="360"/>
              </w:tabs>
              <w:ind w:hanging="540"/>
            </w:pPr>
          </w:p>
        </w:tc>
      </w:tr>
    </w:tbl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           </w:t>
      </w:r>
      <w:r>
        <w:t xml:space="preserve">           </w:t>
      </w:r>
      <w:r w:rsidRPr="00404D11">
        <w:t>60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>
        <w:t xml:space="preserve">              </w:t>
      </w:r>
      <w:r w:rsidRPr="00404D11">
        <w:t>50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>
        <w:t xml:space="preserve">              </w:t>
      </w:r>
      <w:r w:rsidRPr="00404D11">
        <w:t>40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>
        <w:t xml:space="preserve">              </w:t>
      </w:r>
      <w:r w:rsidRPr="00404D11">
        <w:t>30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>
        <w:t xml:space="preserve">              </w:t>
      </w:r>
      <w:r w:rsidRPr="00404D11">
        <w:t>20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>
        <w:t xml:space="preserve">             </w:t>
      </w:r>
      <w:r w:rsidRPr="00404D11">
        <w:t>10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 xml:space="preserve"> </w:t>
      </w:r>
      <w:r>
        <w:t xml:space="preserve">               </w:t>
      </w:r>
      <w:r w:rsidRPr="00404D11">
        <w:t>0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>
        <w:tab/>
      </w:r>
      <w:r>
        <w:tab/>
        <w:t xml:space="preserve">         </w:t>
      </w:r>
      <w:r w:rsidRPr="00404D11">
        <w:t xml:space="preserve">0       10        20       30       40       50        60       70        80       90       100  </w:t>
      </w:r>
      <w:r>
        <w:t xml:space="preserve">       </w:t>
      </w:r>
      <w:r w:rsidRPr="0009288C">
        <w:rPr>
          <w:i/>
          <w:iCs/>
        </w:rPr>
        <w:t>x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                                                                 Time in minutes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  <w:t>(i)</w:t>
      </w:r>
      <w:r>
        <w:tab/>
      </w:r>
      <w:r w:rsidRPr="00404D11">
        <w:t xml:space="preserve">Write down the equation of the straight line in the form </w:t>
      </w:r>
      <w:r w:rsidRPr="00636C38">
        <w:rPr>
          <w:i/>
          <w:iCs/>
        </w:rPr>
        <w:t>y</w:t>
      </w:r>
      <w:r w:rsidRPr="00404D11">
        <w:t xml:space="preserve"> = </w:t>
      </w:r>
      <w:r w:rsidRPr="00636C38">
        <w:rPr>
          <w:i/>
          <w:iCs/>
        </w:rPr>
        <w:t>mx</w:t>
      </w:r>
      <w:r w:rsidRPr="00404D11">
        <w:t xml:space="preserve"> + </w:t>
      </w:r>
      <w:r w:rsidRPr="00636C38">
        <w:rPr>
          <w:i/>
          <w:iCs/>
        </w:rPr>
        <w:t>c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36C38">
      <w:pPr>
        <w:tabs>
          <w:tab w:val="left" w:pos="360"/>
        </w:tabs>
        <w:ind w:hanging="540"/>
        <w:jc w:val="right"/>
      </w:pPr>
      <w:r w:rsidRPr="00404D11">
        <w:t>…………………………………..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 xml:space="preserve">*(ii) State clearly what this value of </w:t>
      </w:r>
      <w:r w:rsidRPr="00636C38">
        <w:rPr>
          <w:i/>
          <w:iCs/>
        </w:rPr>
        <w:t>m</w:t>
      </w:r>
      <w:r w:rsidRPr="00404D11">
        <w:t xml:space="preserve"> and this value of </w:t>
      </w:r>
      <w:r w:rsidRPr="00636C38">
        <w:rPr>
          <w:i/>
          <w:iCs/>
        </w:rPr>
        <w:t>c</w:t>
      </w:r>
      <w:r w:rsidRPr="00404D11">
        <w:t xml:space="preserve"> represent.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36C38">
      <w:pPr>
        <w:tabs>
          <w:tab w:val="left" w:pos="360"/>
        </w:tabs>
        <w:ind w:hanging="540"/>
      </w:pPr>
      <w:r w:rsidRPr="00404D11">
        <w:tab/>
      </w:r>
      <w:r>
        <w:tab/>
        <w:t>..</w:t>
      </w:r>
      <w:r w:rsidRPr="00404D11">
        <w:t>…………………………………………………………………………………</w:t>
      </w:r>
      <w:r>
        <w:t>…………</w:t>
      </w:r>
      <w:r w:rsidRPr="00404D11">
        <w:t>……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36C38">
      <w:pPr>
        <w:tabs>
          <w:tab w:val="left" w:pos="360"/>
        </w:tabs>
        <w:ind w:hanging="540"/>
      </w:pPr>
      <w:r w:rsidRPr="00404D11">
        <w:tab/>
      </w:r>
      <w:r>
        <w:tab/>
        <w:t>..</w:t>
      </w:r>
      <w:r w:rsidRPr="00404D11">
        <w:t>…………………………………………………………………………………</w:t>
      </w:r>
      <w:r>
        <w:t>…………</w:t>
      </w:r>
      <w:r w:rsidRPr="00404D11">
        <w:t>……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36C38">
      <w:pPr>
        <w:tabs>
          <w:tab w:val="left" w:pos="360"/>
        </w:tabs>
        <w:ind w:hanging="540"/>
      </w:pPr>
      <w:r w:rsidRPr="00404D11">
        <w:tab/>
      </w:r>
      <w:r>
        <w:tab/>
        <w:t>..</w:t>
      </w:r>
      <w:r w:rsidRPr="00404D11">
        <w:t>…………………………………………………………………………………</w:t>
      </w:r>
      <w:r>
        <w:t>…………</w:t>
      </w:r>
      <w:r w:rsidRPr="00404D11">
        <w:t>……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636C38">
      <w:pPr>
        <w:tabs>
          <w:tab w:val="left" w:pos="360"/>
        </w:tabs>
        <w:ind w:right="-18" w:hanging="540"/>
      </w:pPr>
      <w:r w:rsidRPr="00404D11">
        <w:tab/>
      </w:r>
      <w:r>
        <w:tab/>
        <w:t>..</w:t>
      </w:r>
      <w:r w:rsidRPr="00404D11">
        <w:t>…………………………………………………………………………………</w:t>
      </w:r>
      <w:r>
        <w:t>…………</w:t>
      </w:r>
      <w:r w:rsidRPr="00404D11">
        <w:t>……</w:t>
      </w:r>
    </w:p>
    <w:p w:rsidR="003711F8" w:rsidRPr="00636C38" w:rsidRDefault="003711F8" w:rsidP="00636C38">
      <w:pPr>
        <w:tabs>
          <w:tab w:val="left" w:pos="360"/>
        </w:tabs>
        <w:ind w:hanging="540"/>
        <w:jc w:val="right"/>
        <w:rPr>
          <w:b/>
          <w:bCs/>
        </w:rPr>
      </w:pPr>
      <w:r w:rsidRPr="00636C38">
        <w:rPr>
          <w:b/>
          <w:bCs/>
        </w:rPr>
        <w:t>(Total 5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C947CF">
        <w:rPr>
          <w:b/>
          <w:bCs/>
        </w:rPr>
        <w:t>21</w:t>
      </w:r>
      <w:r w:rsidRPr="00404D11">
        <w:t>.</w:t>
      </w:r>
      <w:r w:rsidRPr="00404D11">
        <w:tab/>
      </w:r>
      <w:r>
        <w:tab/>
      </w:r>
      <w:r>
        <w:tab/>
      </w:r>
      <w:r>
        <w:tab/>
      </w:r>
      <w:r w:rsidRPr="00404D11">
        <w:t xml:space="preserve">–2 &lt; </w:t>
      </w:r>
      <w:r w:rsidRPr="00C947CF">
        <w:rPr>
          <w:i/>
          <w:iCs/>
        </w:rPr>
        <w:t>x</w:t>
      </w:r>
      <w:r w:rsidRPr="00404D11">
        <w:t xml:space="preserve"> </w:t>
      </w:r>
      <w:r>
        <w:sym w:font="Symbol" w:char="F0A3"/>
      </w:r>
      <w:r w:rsidRPr="00404D11">
        <w:t xml:space="preserve"> 1</w:t>
      </w:r>
      <w:r w:rsidRPr="00404D11">
        <w:tab/>
      </w:r>
      <w:r>
        <w:tab/>
      </w:r>
      <w:r w:rsidRPr="00C947CF">
        <w:rPr>
          <w:i/>
          <w:iCs/>
        </w:rPr>
        <w:t>y</w:t>
      </w:r>
      <w:r w:rsidRPr="00404D11">
        <w:t xml:space="preserve"> &gt; –2</w:t>
      </w:r>
      <w:r w:rsidRPr="00404D11">
        <w:tab/>
      </w:r>
      <w:r>
        <w:tab/>
      </w:r>
      <w:r>
        <w:tab/>
      </w:r>
      <w:r w:rsidRPr="00C947CF">
        <w:rPr>
          <w:i/>
          <w:iCs/>
        </w:rPr>
        <w:t>y</w:t>
      </w:r>
      <w:r w:rsidRPr="00404D11">
        <w:t xml:space="preserve"> &lt; </w:t>
      </w:r>
      <w:r w:rsidRPr="00C947CF">
        <w:rPr>
          <w:i/>
          <w:iCs/>
        </w:rPr>
        <w:t xml:space="preserve">x </w:t>
      </w:r>
      <w:r w:rsidRPr="00404D11">
        <w:t>+ 1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C947CF">
        <w:rPr>
          <w:i/>
          <w:iCs/>
        </w:rPr>
        <w:t>x</w:t>
      </w:r>
      <w:r w:rsidRPr="00404D11">
        <w:t xml:space="preserve"> and </w:t>
      </w:r>
      <w:r w:rsidRPr="00C947CF">
        <w:rPr>
          <w:i/>
          <w:iCs/>
        </w:rPr>
        <w:t>y</w:t>
      </w:r>
      <w:r w:rsidRPr="00404D11">
        <w:t xml:space="preserve"> are integers.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Default="003711F8" w:rsidP="00404D11">
      <w:pPr>
        <w:tabs>
          <w:tab w:val="left" w:pos="360"/>
        </w:tabs>
        <w:ind w:hanging="540"/>
      </w:pPr>
      <w:r>
        <w:tab/>
      </w:r>
      <w:r w:rsidRPr="00404D11">
        <w:t>On the grid, mark with a cross (</w:t>
      </w:r>
      <w:r>
        <w:sym w:font="Symbol" w:char="F0B4"/>
      </w:r>
      <w:r w:rsidRPr="00404D11">
        <w:t>), each of the six points which satisfies all these 3 inequalities.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shape id="Picture 16" o:spid="_x0000_s1064" type="#_x0000_t75" style="position:absolute;margin-left:58.5pt;margin-top:0;width:360.75pt;height:306pt;z-index:251643904;visibility:visible;mso-position-vertical:top">
            <v:imagedata r:id="rId31" o:title=""/>
            <w10:wrap type="square"/>
          </v:shape>
        </w:pict>
      </w:r>
      <w:r w:rsidRPr="00404D11">
        <w:br/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C947CF" w:rsidRDefault="003711F8" w:rsidP="00C947CF">
      <w:pPr>
        <w:tabs>
          <w:tab w:val="left" w:pos="360"/>
        </w:tabs>
        <w:ind w:hanging="540"/>
        <w:jc w:val="right"/>
        <w:rPr>
          <w:b/>
          <w:bCs/>
        </w:rPr>
      </w:pPr>
      <w:r w:rsidRPr="00C947CF">
        <w:rPr>
          <w:b/>
          <w:bCs/>
        </w:rPr>
        <w:t>(Total 3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C947CF">
      <w:pPr>
        <w:tabs>
          <w:tab w:val="left" w:pos="360"/>
        </w:tabs>
        <w:ind w:hanging="540"/>
        <w:jc w:val="both"/>
      </w:pPr>
      <w:r w:rsidRPr="00C947CF">
        <w:rPr>
          <w:b/>
          <w:bCs/>
        </w:rPr>
        <w:t>22.</w:t>
      </w:r>
      <w:r w:rsidRPr="00404D11">
        <w:tab/>
        <w:t>The incomplete table and histogram give some information about the ages of the people who live in a village.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C947CF">
      <w:pPr>
        <w:tabs>
          <w:tab w:val="left" w:pos="360"/>
        </w:tabs>
        <w:jc w:val="center"/>
      </w:pPr>
      <w:r w:rsidRPr="00404D11">
        <w:pict>
          <v:shape id="Picture 19" o:spid="_x0000_i1040" type="#_x0000_t75" style="width:378pt;height:265.5pt;visibility:visible">
            <v:imagedata r:id="rId32" o:title=""/>
          </v:shape>
        </w:pic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Default="003711F8" w:rsidP="00404D11">
      <w:pPr>
        <w:tabs>
          <w:tab w:val="left" w:pos="360"/>
        </w:tabs>
        <w:ind w:hanging="540"/>
      </w:pPr>
      <w:r>
        <w:tab/>
        <w:t>(a)</w:t>
      </w:r>
      <w:r>
        <w:tab/>
      </w:r>
      <w:r w:rsidRPr="00404D11">
        <w:t>Use the information in the histogram to complete the frequency table below.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tbl>
      <w:tblPr>
        <w:tblW w:w="0" w:type="auto"/>
        <w:tblInd w:w="1951" w:type="dxa"/>
        <w:tblLayout w:type="fixed"/>
        <w:tblLook w:val="0000"/>
      </w:tblPr>
      <w:tblGrid>
        <w:gridCol w:w="2970"/>
        <w:gridCol w:w="2950"/>
      </w:tblGrid>
      <w:tr w:rsidR="003711F8" w:rsidRPr="00404D11" w:rsidTr="00C947CF">
        <w:trPr>
          <w:trHeight w:val="3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F8" w:rsidRPr="00C947CF" w:rsidRDefault="003711F8" w:rsidP="00C947CF">
            <w:pPr>
              <w:tabs>
                <w:tab w:val="left" w:pos="360"/>
              </w:tabs>
              <w:ind w:left="539" w:hanging="539"/>
              <w:jc w:val="center"/>
              <w:rPr>
                <w:b/>
                <w:bCs/>
              </w:rPr>
            </w:pPr>
            <w:r w:rsidRPr="00C947CF">
              <w:rPr>
                <w:b/>
                <w:bCs/>
              </w:rPr>
              <w:t>Age (</w:t>
            </w:r>
            <w:r w:rsidRPr="00C947CF">
              <w:rPr>
                <w:b/>
                <w:bCs/>
                <w:i/>
                <w:iCs/>
              </w:rPr>
              <w:t>x</w:t>
            </w:r>
            <w:r w:rsidRPr="00C947CF">
              <w:rPr>
                <w:b/>
                <w:bCs/>
              </w:rPr>
              <w:t>) in years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C947CF" w:rsidRDefault="003711F8" w:rsidP="00C947CF">
            <w:pPr>
              <w:tabs>
                <w:tab w:val="left" w:pos="360"/>
              </w:tabs>
              <w:ind w:left="539" w:hanging="539"/>
              <w:jc w:val="center"/>
              <w:rPr>
                <w:b/>
                <w:bCs/>
              </w:rPr>
            </w:pPr>
            <w:r w:rsidRPr="00C947CF">
              <w:rPr>
                <w:b/>
                <w:bCs/>
              </w:rPr>
              <w:t>Frequency</w:t>
            </w:r>
          </w:p>
        </w:tc>
      </w:tr>
      <w:tr w:rsidR="003711F8" w:rsidRPr="00404D11" w:rsidTr="00C947CF">
        <w:trPr>
          <w:trHeight w:val="3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>
              <w:t xml:space="preserve">  </w:t>
            </w:r>
            <w:r w:rsidRPr="00404D11">
              <w:t xml:space="preserve">0 &lt; </w:t>
            </w:r>
            <w:r w:rsidRPr="00C947CF">
              <w:rPr>
                <w:i/>
                <w:iCs/>
              </w:rPr>
              <w:t>x</w:t>
            </w:r>
            <w:r w:rsidRPr="00404D11">
              <w:t xml:space="preserve"> </w:t>
            </w:r>
            <w:r>
              <w:sym w:font="Symbol" w:char="F0A3"/>
            </w:r>
            <w:r w:rsidRPr="00404D11">
              <w:t xml:space="preserve"> 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>160</w:t>
            </w:r>
          </w:p>
        </w:tc>
      </w:tr>
      <w:tr w:rsidR="003711F8" w:rsidRPr="00404D11" w:rsidTr="00C947CF">
        <w:trPr>
          <w:trHeight w:val="3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 xml:space="preserve">10 &lt; </w:t>
            </w:r>
            <w:r w:rsidRPr="00C947CF">
              <w:rPr>
                <w:i/>
                <w:iCs/>
              </w:rPr>
              <w:t>x</w:t>
            </w:r>
            <w:r w:rsidRPr="00404D11">
              <w:t xml:space="preserve"> </w:t>
            </w:r>
            <w:r>
              <w:sym w:font="Symbol" w:char="F0A3"/>
            </w:r>
            <w:r w:rsidRPr="00404D11">
              <w:t xml:space="preserve"> 25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</w:p>
        </w:tc>
      </w:tr>
      <w:tr w:rsidR="003711F8" w:rsidRPr="00404D11" w:rsidTr="00C947CF">
        <w:trPr>
          <w:trHeight w:val="3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 xml:space="preserve">25 &lt; </w:t>
            </w:r>
            <w:r w:rsidRPr="00C947CF">
              <w:rPr>
                <w:i/>
                <w:iCs/>
              </w:rPr>
              <w:t>x</w:t>
            </w:r>
            <w:r w:rsidRPr="00404D11">
              <w:t xml:space="preserve"> </w:t>
            </w:r>
            <w:r>
              <w:sym w:font="Symbol" w:char="F0A3"/>
            </w:r>
            <w:r w:rsidRPr="00404D11">
              <w:t xml:space="preserve"> 30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</w:p>
        </w:tc>
      </w:tr>
      <w:tr w:rsidR="003711F8" w:rsidRPr="00404D11" w:rsidTr="00C947CF">
        <w:trPr>
          <w:trHeight w:val="3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 xml:space="preserve">30 &lt; </w:t>
            </w:r>
            <w:r w:rsidRPr="00C947CF">
              <w:rPr>
                <w:i/>
                <w:iCs/>
              </w:rPr>
              <w:t>x</w:t>
            </w:r>
            <w:r w:rsidRPr="00404D11">
              <w:t xml:space="preserve"> </w:t>
            </w:r>
            <w:r>
              <w:sym w:font="Symbol" w:char="F0A3"/>
            </w:r>
            <w:r w:rsidRPr="00404D11">
              <w:t xml:space="preserve"> 40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>100</w:t>
            </w:r>
          </w:p>
        </w:tc>
      </w:tr>
      <w:tr w:rsidR="003711F8" w:rsidRPr="00404D11" w:rsidTr="00C947CF">
        <w:trPr>
          <w:trHeight w:val="3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 xml:space="preserve">40 &lt; </w:t>
            </w:r>
            <w:r w:rsidRPr="00C947CF">
              <w:rPr>
                <w:i/>
                <w:iCs/>
              </w:rPr>
              <w:t>x</w:t>
            </w:r>
            <w:r w:rsidRPr="00404D11">
              <w:t xml:space="preserve"> </w:t>
            </w:r>
            <w:r>
              <w:sym w:font="Symbol" w:char="F0A3"/>
            </w:r>
            <w:r w:rsidRPr="00404D11">
              <w:t xml:space="preserve"> 70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1F8" w:rsidRPr="00404D11" w:rsidRDefault="003711F8" w:rsidP="00C947CF">
            <w:pPr>
              <w:tabs>
                <w:tab w:val="left" w:pos="360"/>
              </w:tabs>
              <w:ind w:left="539" w:hanging="539"/>
              <w:jc w:val="center"/>
            </w:pPr>
            <w:r w:rsidRPr="00404D11">
              <w:t>120</w:t>
            </w:r>
          </w:p>
        </w:tc>
      </w:tr>
    </w:tbl>
    <w:p w:rsidR="003711F8" w:rsidRPr="00C947CF" w:rsidRDefault="003711F8" w:rsidP="00C947CF">
      <w:pPr>
        <w:tabs>
          <w:tab w:val="left" w:pos="360"/>
        </w:tabs>
        <w:ind w:hanging="540"/>
        <w:jc w:val="right"/>
        <w:rPr>
          <w:b/>
          <w:bCs/>
        </w:rPr>
      </w:pPr>
      <w:r w:rsidRPr="00C947CF">
        <w:rPr>
          <w:b/>
          <w:bCs/>
        </w:rPr>
        <w:t>(2)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(b)</w:t>
      </w:r>
      <w:r w:rsidRPr="00404D11">
        <w:tab/>
        <w:t>Complete the histogram.</w:t>
      </w:r>
    </w:p>
    <w:p w:rsidR="003711F8" w:rsidRPr="00C947CF" w:rsidRDefault="003711F8" w:rsidP="00C947CF">
      <w:pPr>
        <w:tabs>
          <w:tab w:val="left" w:pos="360"/>
        </w:tabs>
        <w:spacing w:line="360" w:lineRule="auto"/>
        <w:ind w:hanging="540"/>
        <w:jc w:val="right"/>
        <w:rPr>
          <w:b/>
          <w:bCs/>
        </w:rPr>
      </w:pPr>
      <w:r w:rsidRPr="00C947CF">
        <w:rPr>
          <w:b/>
          <w:bCs/>
        </w:rPr>
        <w:t>(2)</w:t>
      </w:r>
    </w:p>
    <w:p w:rsidR="003711F8" w:rsidRPr="00C947CF" w:rsidRDefault="003711F8" w:rsidP="00C947CF">
      <w:pPr>
        <w:tabs>
          <w:tab w:val="left" w:pos="360"/>
        </w:tabs>
        <w:ind w:hanging="540"/>
        <w:jc w:val="right"/>
        <w:rPr>
          <w:b/>
          <w:bCs/>
        </w:rPr>
      </w:pPr>
      <w:r w:rsidRPr="00C947CF">
        <w:rPr>
          <w:b/>
          <w:bCs/>
        </w:rPr>
        <w:t>(Total 4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br w:type="page"/>
      </w:r>
      <w:r w:rsidRPr="00C947CF">
        <w:rPr>
          <w:b/>
          <w:bCs/>
        </w:rPr>
        <w:t>23.</w:t>
      </w:r>
      <w:r w:rsidRPr="00404D11">
        <w:tab/>
        <w:t>Jo has a photograph of her father standing beside a car.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Jo measured the length of the car and the height of her father on the photograph.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The length of the car, on the photograph, was 8.5 cm correct to two significant figures.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The height of Jo’s father, on the photograph, was 4.8 cm correct to two significant figures.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 xml:space="preserve">The ratio of the length of the car to the height of Jo’s father is </w:t>
      </w:r>
      <w:r w:rsidRPr="00F20021">
        <w:rPr>
          <w:i/>
          <w:iCs/>
        </w:rPr>
        <w:t>n</w:t>
      </w:r>
      <w:r w:rsidRPr="00F20021">
        <w:rPr>
          <w:sz w:val="16"/>
          <w:szCs w:val="16"/>
        </w:rPr>
        <w:t xml:space="preserve"> </w:t>
      </w:r>
      <w:r w:rsidRPr="00404D11">
        <w:t>:</w:t>
      </w:r>
      <w:r w:rsidRPr="00F20021">
        <w:rPr>
          <w:sz w:val="16"/>
          <w:szCs w:val="16"/>
        </w:rPr>
        <w:t xml:space="preserve"> </w:t>
      </w:r>
      <w:r w:rsidRPr="00404D11">
        <w:t>1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 xml:space="preserve">Calculate the least possible value of </w:t>
      </w:r>
      <w:r w:rsidRPr="00C947CF">
        <w:rPr>
          <w:i/>
          <w:iCs/>
        </w:rPr>
        <w:t>n</w:t>
      </w:r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Give your answer correct to 3 significant figures.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104BEB">
      <w:pPr>
        <w:tabs>
          <w:tab w:val="left" w:pos="360"/>
        </w:tabs>
        <w:spacing w:line="360" w:lineRule="auto"/>
        <w:ind w:hanging="540"/>
        <w:jc w:val="right"/>
      </w:pPr>
      <w:r w:rsidRPr="00104BEB">
        <w:rPr>
          <w:i/>
          <w:iCs/>
        </w:rPr>
        <w:t xml:space="preserve">n </w:t>
      </w:r>
      <w:r w:rsidRPr="00404D11">
        <w:t>=…………………….</w:t>
      </w:r>
    </w:p>
    <w:p w:rsidR="003711F8" w:rsidRPr="00104BEB" w:rsidRDefault="003711F8" w:rsidP="00104BEB">
      <w:pPr>
        <w:tabs>
          <w:tab w:val="left" w:pos="360"/>
        </w:tabs>
        <w:ind w:hanging="540"/>
        <w:jc w:val="right"/>
        <w:rPr>
          <w:b/>
          <w:bCs/>
        </w:rPr>
      </w:pPr>
      <w:r w:rsidRPr="00104BEB">
        <w:rPr>
          <w:b/>
          <w:bCs/>
        </w:rPr>
        <w:t>(Total 4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104BEB">
        <w:rPr>
          <w:b/>
          <w:bCs/>
        </w:rPr>
        <w:t>24.</w:t>
      </w:r>
      <w:r w:rsidRPr="00404D11">
        <w:tab/>
        <w:t>ABCD is a trapezium.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</w:r>
      <w:r w:rsidRPr="00404D11">
        <w:tab/>
      </w:r>
      <w:r w:rsidRPr="00404D11">
        <w:tab/>
      </w:r>
      <w:r>
        <w:tab/>
        <w:t xml:space="preserve">           </w:t>
      </w:r>
      <w:r w:rsidRPr="00404D11">
        <w:t>A              B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group id="_x0000_s1065" style="position:absolute;margin-left:62.1pt;margin-top:3.75pt;width:220.35pt;height:74.4pt;z-index:251669504" coordorigin="2682,2037" coordsize="4407,1488">
            <v:shape id="_x0000_s1066" type="#_x0000_t32" style="position:absolute;left:3645;top:2040;width:870;height:0" o:connectortype="straight" o:regroupid="2"/>
            <v:shape id="_x0000_s1067" type="#_x0000_t32" style="position:absolute;left:3645;top:2040;width:0;height:1365" o:connectortype="straight" o:regroupid="2"/>
            <v:shape id="_x0000_s1068" type="#_x0000_t32" style="position:absolute;left:3645;top:3520;width:3435;height:5" o:connectortype="straight" o:regroupid="2"/>
            <v:shape id="_x0000_s1069" type="#_x0000_t32" style="position:absolute;left:4515;top:2040;width:2565;height:1476;flip:x y" o:connectortype="straight" o:regroupid="2"/>
            <v:shape id="_x0000_s1070" type="#_x0000_t32" style="position:absolute;left:4515;top:2040;width:5;height:1440" o:connectortype="straight" o:regroupid="2">
              <v:stroke dashstyle="dash"/>
            </v:shape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71" type="#_x0000_t6" style="position:absolute;left:3645;top:2040;width:870;height:1482" o:regroupid="2" fillcolor="#bfbfbf"/>
            <v:shape id="_x0000_s1072" type="#_x0000_t32" style="position:absolute;left:3855;top:2040;width:270;height:0" o:connectortype="straight" o:regroupid="2">
              <v:stroke endarrow="block"/>
            </v:shape>
            <v:shape id="_x0000_s1073" type="#_x0000_t32" style="position:absolute;left:4788;top:3522;width:480;height:0" o:connectortype="straight" o:regroupid="2">
              <v:stroke endarrow="block"/>
            </v:shape>
            <v:shape id="_x0000_s1074" type="#_x0000_t32" style="position:absolute;left:3645;top:3302;width:210;height:0" o:connectortype="straight" o:regroupid="2"/>
            <v:shape id="_x0000_s1075" type="#_x0000_t32" style="position:absolute;left:3855;top:3302;width:5;height:220" o:connectortype="straight" o:regroupid="2"/>
            <v:shape id="_x0000_s1076" type="#_x0000_t32" style="position:absolute;left:4515;top:3302;width:270;height:0" o:connectortype="straight" o:regroupid="2"/>
            <v:shape id="_x0000_s1077" type="#_x0000_t32" style="position:absolute;left:4785;top:3302;width:5;height:220" o:connectortype="straight" o:regroupid="2"/>
            <v:shape id="_x0000_s1078" type="#_x0000_t202" style="position:absolute;left:2682;top:2611;width:888;height:420" o:regroupid="2" stroked="f">
              <v:textbox style="mso-next-textbox:#_x0000_s1078;mso-fit-shape-to-text:t">
                <w:txbxContent>
                  <w:p w:rsidR="003711F8" w:rsidRPr="00104BEB" w:rsidRDefault="003711F8" w:rsidP="00A77E3B">
                    <w:r w:rsidRPr="00104BEB">
                      <w:t>5 cm</w:t>
                    </w:r>
                  </w:p>
                </w:txbxContent>
              </v:textbox>
            </v:shape>
            <v:shape id="_x0000_s1079" type="#_x0000_t32" style="position:absolute;left:3198;top:2100;width:735;height:75" o:connectortype="straight" o:regroupid="2">
              <v:stroke endarrow="block"/>
            </v:shape>
            <v:shape id="_x0000_s1080" type="#_x0000_t32" style="position:absolute;left:6465;top:3152;width:465;height:255;flip:x" o:connectortype="straight" o:regroupid="2">
              <v:stroke endarrow="block"/>
            </v:shape>
            <v:shape id="_x0000_s1081" type="#_x0000_t19" style="position:absolute;left:3633;top:2037;width:489;height:411" coordsize="21593,18177" o:regroupid="2" adj="93518,3755358,,0" path="wr-21600,-21600,21600,21600,21593,538,11668,18177nfewr-21600,-21600,21600,21600,21593,538,11668,18177l,nsxe">
              <v:path o:connectlocs="21593,538;11668,18177;0,0"/>
            </v:shape>
            <v:shape id="_x0000_s1082" type="#_x0000_t19" style="position:absolute;left:6306;top:3127;width:783;height:392" coordsize="21598,10797" o:regroupid="2" adj="-11747821,-9831031,21598,10797" path="wr-2,-10803,43198,32397,,10517,2890,nfewr-2,-10803,43198,32397,,10517,2890,l21598,10797nsxe">
              <v:path o:connectlocs="0,10517;2890,0;21598,10797"/>
            </v:shape>
          </v:group>
        </w:pict>
      </w:r>
      <w:r w:rsidRPr="00404D11">
        <w:t xml:space="preserve">                          </w:t>
      </w:r>
      <w:r>
        <w:t xml:space="preserve">      </w:t>
      </w:r>
      <w:r w:rsidRPr="00404D11">
        <w:t>60</w:t>
      </w:r>
      <w:r>
        <w:sym w:font="Symbol" w:char="F0B0"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                                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                                                                                                    20</w:t>
      </w:r>
      <w:r>
        <w:sym w:font="Symbol" w:char="F0B0"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                                    </w:t>
      </w:r>
      <w:r>
        <w:t xml:space="preserve">      </w:t>
      </w:r>
      <w:r w:rsidRPr="00404D11">
        <w:t xml:space="preserve"> D            P                                         C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AB is parallel to DC.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Angle ADP = 90</w:t>
      </w:r>
      <w:r>
        <w:sym w:font="Symbol" w:char="F0B0"/>
      </w:r>
      <w:r w:rsidRPr="00404D11">
        <w:t xml:space="preserve">.    </w:t>
      </w:r>
      <w:r>
        <w:t xml:space="preserve">   </w:t>
      </w:r>
      <w:r w:rsidRPr="00404D11">
        <w:t xml:space="preserve"> Angle BPC = 90</w:t>
      </w:r>
      <w:r>
        <w:sym w:font="Symbol" w:char="F0B0"/>
      </w:r>
      <w:r w:rsidRPr="00404D11">
        <w:t>.</w:t>
      </w:r>
      <w:r w:rsidRPr="00404D11">
        <w:tab/>
        <w:t xml:space="preserve">    Angle BAP = 60</w:t>
      </w:r>
      <w:r>
        <w:sym w:font="Symbol" w:char="F0B0"/>
      </w:r>
      <w:r w:rsidRPr="00404D11">
        <w:t xml:space="preserve">. </w:t>
      </w:r>
      <w:r w:rsidRPr="00404D11">
        <w:tab/>
      </w:r>
      <w:r>
        <w:t xml:space="preserve">   </w:t>
      </w:r>
      <w:r w:rsidRPr="00404D11">
        <w:t>Angle BCP = 20</w:t>
      </w:r>
      <w:r>
        <w:sym w:font="Symbol" w:char="F0B0"/>
      </w:r>
      <w:r w:rsidRPr="00404D11">
        <w:t>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AD = 5 cm.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Work out the percentage of the trapezium ABCD that is shaded.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Give your answer correct to one decimal place.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F20021">
      <w:pPr>
        <w:tabs>
          <w:tab w:val="left" w:pos="360"/>
        </w:tabs>
        <w:spacing w:line="360" w:lineRule="auto"/>
        <w:ind w:hanging="540"/>
        <w:jc w:val="right"/>
      </w:pPr>
      <w:r w:rsidRPr="00404D11">
        <w:t>………………… %</w:t>
      </w:r>
    </w:p>
    <w:p w:rsidR="003711F8" w:rsidRPr="00F20021" w:rsidRDefault="003711F8" w:rsidP="00F20021">
      <w:pPr>
        <w:tabs>
          <w:tab w:val="left" w:pos="360"/>
        </w:tabs>
        <w:ind w:hanging="540"/>
        <w:jc w:val="right"/>
        <w:rPr>
          <w:b/>
          <w:bCs/>
        </w:rPr>
      </w:pPr>
      <w:r w:rsidRPr="00F20021">
        <w:rPr>
          <w:b/>
          <w:bCs/>
        </w:rPr>
        <w:t>(Total 5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  <w:r w:rsidRPr="00F20021">
        <w:rPr>
          <w:b/>
          <w:bCs/>
        </w:rPr>
        <w:t>25.</w:t>
      </w:r>
      <w:r w:rsidRPr="00404D11">
        <w:tab/>
        <w:t>This is a sketch of the curve with equation y =</w:t>
      </w:r>
      <w:r>
        <w:t xml:space="preserve"> </w:t>
      </w:r>
      <w:r w:rsidRPr="00404D11">
        <w:t>f(</w:t>
      </w:r>
      <w:r w:rsidRPr="00F20021">
        <w:rPr>
          <w:i/>
          <w:iCs/>
        </w:rPr>
        <w:t>x</w:t>
      </w:r>
      <w:r w:rsidRPr="00404D11">
        <w:t>).</w:t>
      </w:r>
      <w:r w:rsidRPr="00404D11">
        <w:br/>
        <w:t xml:space="preserve">It passes through the origin </w:t>
      </w:r>
      <w:r w:rsidRPr="00F20021">
        <w:rPr>
          <w:i/>
          <w:iCs/>
        </w:rPr>
        <w:t>O</w:t>
      </w:r>
      <w:r w:rsidRPr="00404D11">
        <w:t>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F20021">
      <w:pPr>
        <w:tabs>
          <w:tab w:val="left" w:pos="360"/>
        </w:tabs>
        <w:jc w:val="center"/>
      </w:pPr>
      <w:r w:rsidRPr="00404D11">
        <w:pict>
          <v:shape id="Picture 21" o:spid="_x0000_i1041" type="#_x0000_t75" style="width:279pt;height:201pt;visibility:visible">
            <v:imagedata r:id="rId33" o:title=""/>
          </v:shape>
        </w:pic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Default="003711F8" w:rsidP="00404D11">
      <w:pPr>
        <w:tabs>
          <w:tab w:val="left" w:pos="360"/>
        </w:tabs>
        <w:ind w:hanging="540"/>
      </w:pPr>
      <w:r>
        <w:t xml:space="preserve"> </w:t>
      </w:r>
      <w:r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 xml:space="preserve">The only vertex of the curve is at </w:t>
      </w:r>
      <w:r w:rsidRPr="00F20021">
        <w:rPr>
          <w:i/>
          <w:iCs/>
        </w:rPr>
        <w:t>A</w:t>
      </w:r>
      <w:r w:rsidRPr="00404D11">
        <w:t xml:space="preserve"> (2, –4)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 xml:space="preserve"> </w:t>
      </w:r>
    </w:p>
    <w:p w:rsidR="003711F8" w:rsidRPr="00404D11" w:rsidRDefault="003711F8" w:rsidP="00404D11">
      <w:pPr>
        <w:tabs>
          <w:tab w:val="left" w:pos="360"/>
        </w:tabs>
        <w:ind w:hanging="540"/>
      </w:pPr>
      <w:r w:rsidRPr="00404D11">
        <w:tab/>
        <w:t>Write down the coordinates of the vertex of the curve with equation</w:t>
      </w: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F20021">
      <w:pPr>
        <w:tabs>
          <w:tab w:val="left" w:pos="480"/>
        </w:tabs>
        <w:ind w:hanging="540"/>
      </w:pPr>
      <w:r>
        <w:tab/>
      </w:r>
      <w:r w:rsidRPr="00404D11">
        <w:t>(i)</w:t>
      </w:r>
      <w:r w:rsidRPr="00404D11">
        <w:tab/>
      </w:r>
      <w:r w:rsidRPr="00F20021">
        <w:rPr>
          <w:i/>
          <w:iCs/>
        </w:rPr>
        <w:t>y</w:t>
      </w:r>
      <w:r w:rsidRPr="00404D11">
        <w:t xml:space="preserve"> = f(</w:t>
      </w:r>
      <w:r w:rsidRPr="00F20021">
        <w:rPr>
          <w:i/>
          <w:iCs/>
        </w:rPr>
        <w:t>x</w:t>
      </w:r>
      <w:r w:rsidRPr="00404D11">
        <w:t xml:space="preserve"> – 3),</w:t>
      </w:r>
    </w:p>
    <w:p w:rsidR="003711F8" w:rsidRPr="00404D11" w:rsidRDefault="003711F8" w:rsidP="00F20021">
      <w:pPr>
        <w:tabs>
          <w:tab w:val="left" w:pos="480"/>
        </w:tabs>
        <w:ind w:hanging="540"/>
        <w:jc w:val="right"/>
      </w:pPr>
      <w:r w:rsidRPr="00404D11">
        <w:tab/>
        <w:t>(...... , ......)</w:t>
      </w:r>
    </w:p>
    <w:p w:rsidR="003711F8" w:rsidRDefault="003711F8" w:rsidP="00F20021">
      <w:pPr>
        <w:tabs>
          <w:tab w:val="left" w:pos="480"/>
        </w:tabs>
        <w:ind w:hanging="540"/>
      </w:pPr>
      <w:r>
        <w:tab/>
      </w:r>
      <w:r w:rsidRPr="00404D11">
        <w:t>(ii)</w:t>
      </w:r>
      <w:r w:rsidRPr="00404D11">
        <w:tab/>
      </w:r>
      <w:r w:rsidRPr="00F20021">
        <w:rPr>
          <w:i/>
          <w:iCs/>
        </w:rPr>
        <w:t>y</w:t>
      </w:r>
      <w:r w:rsidRPr="00404D11">
        <w:t xml:space="preserve"> = f(</w:t>
      </w:r>
      <w:r w:rsidRPr="00F20021">
        <w:rPr>
          <w:i/>
          <w:iCs/>
        </w:rPr>
        <w:t>x</w:t>
      </w:r>
      <w:r w:rsidRPr="00404D11">
        <w:t>) – 5,</w:t>
      </w:r>
      <w:r w:rsidRPr="00404D11">
        <w:tab/>
      </w:r>
    </w:p>
    <w:p w:rsidR="003711F8" w:rsidRPr="00404D11" w:rsidRDefault="003711F8" w:rsidP="00F20021">
      <w:pPr>
        <w:tabs>
          <w:tab w:val="left" w:pos="480"/>
        </w:tabs>
        <w:ind w:hanging="540"/>
        <w:jc w:val="right"/>
      </w:pPr>
      <w:r w:rsidRPr="00404D11">
        <w:t>(...... , ......)</w:t>
      </w:r>
    </w:p>
    <w:p w:rsidR="003711F8" w:rsidRDefault="003711F8" w:rsidP="00F20021">
      <w:pPr>
        <w:tabs>
          <w:tab w:val="left" w:pos="480"/>
        </w:tabs>
        <w:ind w:hanging="540"/>
      </w:pPr>
      <w:r>
        <w:tab/>
      </w:r>
      <w:r w:rsidRPr="00404D11">
        <w:t>(iii)</w:t>
      </w:r>
      <w:r w:rsidRPr="00404D11">
        <w:tab/>
      </w:r>
      <w:r w:rsidRPr="00F20021">
        <w:rPr>
          <w:i/>
          <w:iCs/>
        </w:rPr>
        <w:t>y</w:t>
      </w:r>
      <w:r w:rsidRPr="00404D11">
        <w:t xml:space="preserve"> = –f(</w:t>
      </w:r>
      <w:r w:rsidRPr="00F20021">
        <w:rPr>
          <w:i/>
          <w:iCs/>
        </w:rPr>
        <w:t>x</w:t>
      </w:r>
      <w:r w:rsidRPr="00404D11">
        <w:t>),</w:t>
      </w:r>
      <w:r w:rsidRPr="00404D11">
        <w:tab/>
      </w:r>
    </w:p>
    <w:p w:rsidR="003711F8" w:rsidRPr="00404D11" w:rsidRDefault="003711F8" w:rsidP="00F20021">
      <w:pPr>
        <w:tabs>
          <w:tab w:val="left" w:pos="480"/>
        </w:tabs>
        <w:ind w:hanging="540"/>
        <w:jc w:val="right"/>
      </w:pPr>
      <w:r w:rsidRPr="00404D11">
        <w:t>(...... , ......)</w:t>
      </w:r>
    </w:p>
    <w:p w:rsidR="003711F8" w:rsidRDefault="003711F8" w:rsidP="00F20021">
      <w:pPr>
        <w:tabs>
          <w:tab w:val="left" w:pos="480"/>
        </w:tabs>
        <w:ind w:hanging="540"/>
      </w:pPr>
      <w:r>
        <w:tab/>
      </w:r>
      <w:r w:rsidRPr="00404D11">
        <w:t>(iv)</w:t>
      </w:r>
      <w:r w:rsidRPr="00404D11">
        <w:tab/>
      </w:r>
      <w:r w:rsidRPr="00F20021">
        <w:rPr>
          <w:i/>
          <w:iCs/>
        </w:rPr>
        <w:t>y</w:t>
      </w:r>
      <w:r w:rsidRPr="00404D11">
        <w:t xml:space="preserve"> = f(2</w:t>
      </w:r>
      <w:r w:rsidRPr="00F20021">
        <w:rPr>
          <w:i/>
          <w:iCs/>
        </w:rPr>
        <w:t>x</w:t>
      </w:r>
      <w:r w:rsidRPr="00404D11">
        <w:t>).</w:t>
      </w:r>
      <w:r w:rsidRPr="00404D11">
        <w:tab/>
      </w:r>
    </w:p>
    <w:p w:rsidR="003711F8" w:rsidRPr="00404D11" w:rsidRDefault="003711F8" w:rsidP="00F20021">
      <w:pPr>
        <w:tabs>
          <w:tab w:val="left" w:pos="480"/>
        </w:tabs>
        <w:ind w:hanging="540"/>
        <w:jc w:val="right"/>
      </w:pPr>
      <w:r w:rsidRPr="00404D11">
        <w:t>(...... , ......)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F20021" w:rsidRDefault="003711F8" w:rsidP="00F20021">
      <w:pPr>
        <w:tabs>
          <w:tab w:val="left" w:pos="360"/>
        </w:tabs>
        <w:ind w:hanging="540"/>
        <w:jc w:val="right"/>
        <w:rPr>
          <w:b/>
          <w:bCs/>
        </w:rPr>
      </w:pPr>
      <w:r w:rsidRPr="00F20021">
        <w:rPr>
          <w:b/>
          <w:bCs/>
        </w:rPr>
        <w:t xml:space="preserve"> (Total 4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______________________________________________________________________________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F20021" w:rsidRDefault="003711F8" w:rsidP="00404D11">
      <w:pPr>
        <w:tabs>
          <w:tab w:val="left" w:pos="360"/>
        </w:tabs>
        <w:ind w:hanging="540"/>
        <w:rPr>
          <w:b/>
          <w:bCs/>
        </w:rPr>
      </w:pPr>
      <w:r>
        <w:rPr>
          <w:noProof/>
          <w:lang w:eastAsia="en-GB"/>
        </w:rPr>
        <w:pict>
          <v:group id="_x0000_s1083" style="position:absolute;margin-left:173.7pt;margin-top:.3pt;width:120.9pt;height:88.2pt;z-index:251671552" coordorigin="5136,2757" coordsize="2418,1764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84" type="#_x0000_t5" style="position:absolute;left:6018;top:3966;width:642;height:555"/>
            <v:rect id="_x0000_s1085" style="position:absolute;left:6462;top:3756;width:648;height:648;rotation:60"/>
            <v:rect id="_x0000_s1086" style="position:absolute;left:5574;top:3750;width:648;height:648;rotation:300"/>
            <v:rect id="_x0000_s1087" style="position:absolute;left:6462;top:2874;width:648;height:648;rotation:300"/>
            <v:rect id="_x0000_s1088" style="position:absolute;left:5580;top:2874;width:648;height:648;rotation:60"/>
            <v:shape id="_x0000_s1089" type="#_x0000_t5" style="position:absolute;left:5741;top:3355;width:642;height:555;rotation:270"/>
            <v:shape id="_x0000_s1090" type="#_x0000_t5" style="position:absolute;left:6299;top:3361;width:642;height:555;rotation:90"/>
            <v:shape id="_x0000_s1091" type="#_x0000_t5" style="position:absolute;left:5136;top:3636;width:642;height:555;rotation:180"/>
            <v:shape id="_x0000_s1092" type="#_x0000_t5" style="position:absolute;left:6912;top:3642;width:642;height:555;rotation:180"/>
            <v:shape id="_x0000_s1093" type="#_x0000_t5" style="position:absolute;left:6024;top:2757;width:642;height:555;rotation:180"/>
            <v:shape id="_x0000_s1094" type="#_x0000_t5" style="position:absolute;left:5136;top:3078;width:642;height:555"/>
            <v:shape id="_x0000_s1095" type="#_x0000_t5" style="position:absolute;left:6912;top:3084;width:642;height:555"/>
          </v:group>
        </w:pict>
      </w:r>
      <w:r w:rsidRPr="00F20021">
        <w:rPr>
          <w:b/>
          <w:bCs/>
        </w:rPr>
        <w:t>26.</w:t>
      </w:r>
      <w:r w:rsidRPr="00F20021">
        <w:rPr>
          <w:b/>
          <w:bCs/>
        </w:rPr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F20021">
      <w:pPr>
        <w:tabs>
          <w:tab w:val="left" w:pos="360"/>
        </w:tabs>
        <w:ind w:hanging="540"/>
        <w:jc w:val="right"/>
      </w:pPr>
      <w:r>
        <w:tab/>
      </w:r>
      <w:r>
        <w:tab/>
      </w:r>
      <w:r>
        <w:tab/>
      </w:r>
      <w:r>
        <w:tab/>
      </w:r>
      <w:r w:rsidRPr="00404D11">
        <w:t xml:space="preserve">Diagram </w:t>
      </w:r>
      <w:r w:rsidRPr="00F20021">
        <w:rPr>
          <w:b/>
          <w:bCs/>
        </w:rPr>
        <w:t>NOT</w:t>
      </w:r>
      <w:r w:rsidRPr="00404D11">
        <w:t xml:space="preserve"> </w:t>
      </w:r>
    </w:p>
    <w:p w:rsidR="003711F8" w:rsidRPr="00404D11" w:rsidRDefault="003711F8" w:rsidP="00F20021">
      <w:pPr>
        <w:tabs>
          <w:tab w:val="left" w:pos="360"/>
        </w:tabs>
        <w:ind w:hanging="540"/>
        <w:jc w:val="right"/>
      </w:pPr>
      <w:r>
        <w:tab/>
      </w:r>
      <w:r w:rsidRPr="00404D11">
        <w:t>accurately drawn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Default="003711F8" w:rsidP="00404D11">
      <w:pPr>
        <w:tabs>
          <w:tab w:val="left" w:pos="360"/>
        </w:tabs>
        <w:ind w:hanging="540"/>
      </w:pPr>
      <w:r>
        <w:tab/>
      </w:r>
      <w:r w:rsidRPr="00404D11">
        <w:t>This 10-sided window is made up of squares and equilateral triangles.</w:t>
      </w:r>
      <w:r w:rsidRPr="00404D11">
        <w:br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The perimeter of the window is 12 m.</w:t>
      </w:r>
    </w:p>
    <w:p w:rsidR="003711F8" w:rsidRDefault="003711F8" w:rsidP="00404D11">
      <w:pPr>
        <w:tabs>
          <w:tab w:val="left" w:pos="360"/>
        </w:tabs>
        <w:ind w:hanging="540"/>
      </w:pPr>
      <w:r w:rsidRPr="00404D11">
        <w:tab/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tab/>
      </w:r>
      <w:r w:rsidRPr="00404D11">
        <w:t>Calculate the area of the window.</w:t>
      </w:r>
      <w:r w:rsidRPr="00404D11">
        <w:br/>
        <w:t>Give your answer correct to 3 significant figures.</w:t>
      </w: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404D11">
      <w:pPr>
        <w:tabs>
          <w:tab w:val="left" w:pos="360"/>
        </w:tabs>
        <w:ind w:hanging="540"/>
      </w:pPr>
    </w:p>
    <w:p w:rsidR="003711F8" w:rsidRPr="00404D11" w:rsidRDefault="003711F8" w:rsidP="00F20021">
      <w:pPr>
        <w:tabs>
          <w:tab w:val="left" w:pos="360"/>
        </w:tabs>
        <w:spacing w:line="360" w:lineRule="auto"/>
        <w:ind w:hanging="540"/>
        <w:jc w:val="right"/>
      </w:pPr>
      <w:r w:rsidRPr="00404D11">
        <w:t>......................... m</w:t>
      </w:r>
      <w:r w:rsidRPr="00F20021">
        <w:rPr>
          <w:vertAlign w:val="superscript"/>
        </w:rPr>
        <w:t>2</w:t>
      </w:r>
    </w:p>
    <w:p w:rsidR="003711F8" w:rsidRPr="00F20021" w:rsidRDefault="003711F8" w:rsidP="00F20021">
      <w:pPr>
        <w:tabs>
          <w:tab w:val="left" w:pos="360"/>
        </w:tabs>
        <w:ind w:hanging="540"/>
        <w:jc w:val="right"/>
        <w:rPr>
          <w:b/>
          <w:bCs/>
        </w:rPr>
      </w:pPr>
      <w:r w:rsidRPr="00F20021">
        <w:rPr>
          <w:b/>
          <w:bCs/>
        </w:rPr>
        <w:t>(Total 6 marks)</w:t>
      </w:r>
    </w:p>
    <w:p w:rsidR="003711F8" w:rsidRPr="00404D11" w:rsidRDefault="003711F8" w:rsidP="00404D11">
      <w:pPr>
        <w:tabs>
          <w:tab w:val="left" w:pos="360"/>
        </w:tabs>
        <w:ind w:hanging="540"/>
      </w:pPr>
      <w:r>
        <w:rPr>
          <w:noProof/>
          <w:lang w:eastAsia="en-GB"/>
        </w:rPr>
        <w:pict>
          <v:line id="_x0000_s1096" style="position:absolute;z-index:251670528" from="-1.2pt,6.05pt" to="467.7pt,6.65pt" strokeweight="3pt"/>
        </w:pict>
      </w:r>
    </w:p>
    <w:p w:rsidR="003711F8" w:rsidRPr="00F20021" w:rsidRDefault="003711F8" w:rsidP="00F20021">
      <w:pPr>
        <w:tabs>
          <w:tab w:val="left" w:pos="360"/>
        </w:tabs>
        <w:ind w:hanging="540"/>
        <w:jc w:val="right"/>
        <w:rPr>
          <w:b/>
          <w:bCs/>
        </w:rPr>
      </w:pPr>
      <w:r w:rsidRPr="00F20021">
        <w:rPr>
          <w:b/>
          <w:bCs/>
        </w:rPr>
        <w:t>TOTAL FOR PAPER:  100 MARKS</w:t>
      </w:r>
    </w:p>
    <w:p w:rsidR="003711F8" w:rsidRPr="00F20021" w:rsidRDefault="003711F8" w:rsidP="00F20021">
      <w:pPr>
        <w:tabs>
          <w:tab w:val="left" w:pos="360"/>
        </w:tabs>
        <w:ind w:hanging="540"/>
        <w:jc w:val="center"/>
        <w:rPr>
          <w:b/>
          <w:bCs/>
        </w:rPr>
      </w:pPr>
      <w:r w:rsidRPr="00F20021">
        <w:rPr>
          <w:b/>
          <w:bCs/>
        </w:rPr>
        <w:t>END</w:t>
      </w:r>
    </w:p>
    <w:p w:rsidR="003711F8" w:rsidRPr="00C02074" w:rsidRDefault="003711F8" w:rsidP="00322947">
      <w:pPr>
        <w:tabs>
          <w:tab w:val="left" w:pos="360"/>
        </w:tabs>
        <w:ind w:right="-716" w:hanging="540"/>
      </w:pPr>
    </w:p>
    <w:sectPr w:rsidR="003711F8" w:rsidRPr="00C02074" w:rsidSect="008E4D92">
      <w:footerReference w:type="even" r:id="rId34"/>
      <w:footerReference w:type="default" r:id="rId35"/>
      <w:pgSz w:w="12240" w:h="15840"/>
      <w:pgMar w:top="1134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1F8" w:rsidRDefault="003711F8" w:rsidP="003711F8">
      <w:r>
        <w:separator/>
      </w:r>
    </w:p>
  </w:endnote>
  <w:endnote w:type="continuationSeparator" w:id="1">
    <w:p w:rsidR="003711F8" w:rsidRDefault="003711F8" w:rsidP="00371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1F8" w:rsidRDefault="003711F8" w:rsidP="00510A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11F8" w:rsidRDefault="003711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1F8" w:rsidRDefault="003711F8" w:rsidP="00510A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11F8" w:rsidRDefault="00371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1F8" w:rsidRDefault="003711F8" w:rsidP="003711F8">
      <w:r>
        <w:separator/>
      </w:r>
    </w:p>
  </w:footnote>
  <w:footnote w:type="continuationSeparator" w:id="1">
    <w:p w:rsidR="003711F8" w:rsidRDefault="003711F8" w:rsidP="00371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452B"/>
    <w:multiLevelType w:val="hybridMultilevel"/>
    <w:tmpl w:val="949A7A98"/>
    <w:lvl w:ilvl="0" w:tplc="0AEEAB0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3BE04B85"/>
    <w:multiLevelType w:val="hybridMultilevel"/>
    <w:tmpl w:val="006EC390"/>
    <w:lvl w:ilvl="0" w:tplc="4BDC9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E51D64"/>
    <w:multiLevelType w:val="hybridMultilevel"/>
    <w:tmpl w:val="773CB01E"/>
    <w:lvl w:ilvl="0" w:tplc="9BBACD96">
      <w:start w:val="23"/>
      <w:numFmt w:val="decimal"/>
      <w:lvlText w:val="%1."/>
      <w:lvlJc w:val="left"/>
      <w:pPr>
        <w:ind w:left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92345"/>
    <w:multiLevelType w:val="hybridMultilevel"/>
    <w:tmpl w:val="BD68E67C"/>
    <w:lvl w:ilvl="0" w:tplc="E49A6712">
      <w:start w:val="23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9763B9"/>
    <w:multiLevelType w:val="hybridMultilevel"/>
    <w:tmpl w:val="C546ABB8"/>
    <w:lvl w:ilvl="0" w:tplc="80AE35C8">
      <w:start w:val="23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8378AF"/>
    <w:multiLevelType w:val="hybridMultilevel"/>
    <w:tmpl w:val="78DADE96"/>
    <w:lvl w:ilvl="0" w:tplc="4E4C44F2">
      <w:start w:val="23"/>
      <w:numFmt w:val="decimal"/>
      <w:lvlText w:val="%1."/>
      <w:lvlJc w:val="left"/>
      <w:pPr>
        <w:ind w:left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6"/>
  <w:drawingGridVerticalSpacing w:val="6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074"/>
    <w:rsid w:val="0001380A"/>
    <w:rsid w:val="00044574"/>
    <w:rsid w:val="000505B0"/>
    <w:rsid w:val="00081851"/>
    <w:rsid w:val="0009288C"/>
    <w:rsid w:val="000E15D6"/>
    <w:rsid w:val="00104BEB"/>
    <w:rsid w:val="001355AF"/>
    <w:rsid w:val="001B468E"/>
    <w:rsid w:val="001C12A6"/>
    <w:rsid w:val="00272162"/>
    <w:rsid w:val="00315625"/>
    <w:rsid w:val="00322713"/>
    <w:rsid w:val="00322947"/>
    <w:rsid w:val="00323B69"/>
    <w:rsid w:val="003711F8"/>
    <w:rsid w:val="00397FAF"/>
    <w:rsid w:val="00404D11"/>
    <w:rsid w:val="00445659"/>
    <w:rsid w:val="00451BBB"/>
    <w:rsid w:val="004864BE"/>
    <w:rsid w:val="004E3B48"/>
    <w:rsid w:val="00510A7B"/>
    <w:rsid w:val="00576705"/>
    <w:rsid w:val="005D182A"/>
    <w:rsid w:val="005D6E52"/>
    <w:rsid w:val="00602DC0"/>
    <w:rsid w:val="00636C38"/>
    <w:rsid w:val="006E2E7A"/>
    <w:rsid w:val="006E599F"/>
    <w:rsid w:val="007B0ED6"/>
    <w:rsid w:val="0082415B"/>
    <w:rsid w:val="00864F99"/>
    <w:rsid w:val="008901A5"/>
    <w:rsid w:val="008B30DC"/>
    <w:rsid w:val="008E4D92"/>
    <w:rsid w:val="0093377E"/>
    <w:rsid w:val="009428B8"/>
    <w:rsid w:val="00947846"/>
    <w:rsid w:val="009609C9"/>
    <w:rsid w:val="009B0F84"/>
    <w:rsid w:val="009D322C"/>
    <w:rsid w:val="00A13BFB"/>
    <w:rsid w:val="00A77D01"/>
    <w:rsid w:val="00A77E3B"/>
    <w:rsid w:val="00B65E8F"/>
    <w:rsid w:val="00B71022"/>
    <w:rsid w:val="00BA7C88"/>
    <w:rsid w:val="00C02074"/>
    <w:rsid w:val="00C37147"/>
    <w:rsid w:val="00C60592"/>
    <w:rsid w:val="00C61A7E"/>
    <w:rsid w:val="00C87031"/>
    <w:rsid w:val="00C947CF"/>
    <w:rsid w:val="00D27DE7"/>
    <w:rsid w:val="00D466A9"/>
    <w:rsid w:val="00EB4C52"/>
    <w:rsid w:val="00F20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ockticker"/>
  <w:shapeDefaults>
    <o:shapedefaults v:ext="edit" spidmax="1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05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55AF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355AF"/>
    <w:rPr>
      <w:b/>
      <w:bCs/>
      <w:sz w:val="24"/>
      <w:szCs w:val="24"/>
      <w:lang w:val="en-GB"/>
    </w:rPr>
  </w:style>
  <w:style w:type="paragraph" w:customStyle="1" w:styleId="mark">
    <w:name w:val="mark"/>
    <w:basedOn w:val="Normal"/>
    <w:uiPriority w:val="99"/>
    <w:rsid w:val="00C02074"/>
    <w:pPr>
      <w:widowControl w:val="0"/>
      <w:autoSpaceDE w:val="0"/>
      <w:autoSpaceDN w:val="0"/>
      <w:adjustRightInd w:val="0"/>
      <w:jc w:val="right"/>
    </w:pPr>
    <w:rPr>
      <w:b/>
      <w:bCs/>
      <w:sz w:val="20"/>
      <w:szCs w:val="20"/>
      <w:lang w:val="en-US"/>
    </w:rPr>
  </w:style>
  <w:style w:type="paragraph" w:customStyle="1" w:styleId="question">
    <w:name w:val="question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Box">
    <w:name w:val="Box"/>
    <w:basedOn w:val="Normal"/>
    <w:uiPriority w:val="99"/>
    <w:rsid w:val="00C02074"/>
    <w:pPr>
      <w:widowControl w:val="0"/>
      <w:autoSpaceDE w:val="0"/>
      <w:autoSpaceDN w:val="0"/>
      <w:adjustRightInd w:val="0"/>
      <w:spacing w:before="60" w:after="60"/>
      <w:jc w:val="center"/>
    </w:pPr>
    <w:rPr>
      <w:sz w:val="22"/>
      <w:szCs w:val="22"/>
      <w:lang w:val="en-US"/>
    </w:rPr>
  </w:style>
  <w:style w:type="paragraph" w:customStyle="1" w:styleId="indent3">
    <w:name w:val="indent3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left="2268" w:right="567" w:hanging="567"/>
    </w:pPr>
    <w:rPr>
      <w:sz w:val="22"/>
      <w:szCs w:val="22"/>
      <w:lang w:val="en-US"/>
    </w:rPr>
  </w:style>
  <w:style w:type="paragraph" w:customStyle="1" w:styleId="right">
    <w:name w:val="right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99"/>
    <w:qFormat/>
    <w:rsid w:val="00C02074"/>
    <w:pPr>
      <w:ind w:left="720"/>
      <w:contextualSpacing/>
    </w:pPr>
  </w:style>
  <w:style w:type="paragraph" w:customStyle="1" w:styleId="questionChar">
    <w:name w:val="question Char"/>
    <w:basedOn w:val="Normal"/>
    <w:uiPriority w:val="99"/>
    <w:rsid w:val="00A77E3B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77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77E3B"/>
    <w:rPr>
      <w:rFonts w:ascii="Tahoma" w:hAnsi="Tahoma" w:cs="Tahoma"/>
      <w:sz w:val="16"/>
      <w:szCs w:val="16"/>
      <w:lang w:val="en-GB"/>
    </w:rPr>
  </w:style>
  <w:style w:type="paragraph" w:customStyle="1" w:styleId="graph">
    <w:name w:val="graph"/>
    <w:basedOn w:val="Normal"/>
    <w:uiPriority w:val="99"/>
    <w:rsid w:val="00A77E3B"/>
    <w:pPr>
      <w:widowControl w:val="0"/>
      <w:autoSpaceDE w:val="0"/>
      <w:autoSpaceDN w:val="0"/>
      <w:adjustRightInd w:val="0"/>
      <w:spacing w:before="240"/>
      <w:jc w:val="center"/>
    </w:pPr>
    <w:rPr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9D322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1"/>
    <w:basedOn w:val="Normal"/>
    <w:uiPriority w:val="99"/>
    <w:rsid w:val="00D27DE7"/>
    <w:pPr>
      <w:widowControl w:val="0"/>
      <w:autoSpaceDE w:val="0"/>
      <w:autoSpaceDN w:val="0"/>
      <w:adjustRightInd w:val="0"/>
      <w:spacing w:before="240"/>
      <w:ind w:left="1134" w:right="567" w:hanging="567"/>
    </w:pPr>
    <w:rPr>
      <w:sz w:val="22"/>
      <w:szCs w:val="22"/>
      <w:lang w:val="en-US"/>
    </w:rPr>
  </w:style>
  <w:style w:type="paragraph" w:customStyle="1" w:styleId="indent2">
    <w:name w:val="indent2"/>
    <w:basedOn w:val="Normal"/>
    <w:uiPriority w:val="99"/>
    <w:rsid w:val="00D27DE7"/>
    <w:pPr>
      <w:widowControl w:val="0"/>
      <w:autoSpaceDE w:val="0"/>
      <w:autoSpaceDN w:val="0"/>
      <w:adjustRightInd w:val="0"/>
      <w:spacing w:before="240"/>
      <w:ind w:left="1701" w:right="567" w:hanging="567"/>
    </w:pPr>
    <w:rPr>
      <w:sz w:val="22"/>
      <w:szCs w:val="22"/>
      <w:lang w:val="en-US"/>
    </w:rPr>
  </w:style>
  <w:style w:type="paragraph" w:customStyle="1" w:styleId="indent1Char">
    <w:name w:val="indent1 Char"/>
    <w:basedOn w:val="Normal"/>
    <w:uiPriority w:val="99"/>
    <w:rsid w:val="00044574"/>
    <w:pPr>
      <w:widowControl w:val="0"/>
      <w:autoSpaceDE w:val="0"/>
      <w:autoSpaceDN w:val="0"/>
      <w:adjustRightInd w:val="0"/>
      <w:spacing w:before="240"/>
      <w:ind w:left="1134" w:right="567" w:hanging="567"/>
    </w:pPr>
    <w:rPr>
      <w:sz w:val="22"/>
      <w:szCs w:val="22"/>
      <w:lang w:val="en-US"/>
    </w:rPr>
  </w:style>
  <w:style w:type="paragraph" w:customStyle="1" w:styleId="rightChar">
    <w:name w:val="right Char"/>
    <w:basedOn w:val="Normal"/>
    <w:uiPriority w:val="99"/>
    <w:rsid w:val="00044574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C37147"/>
    <w:rPr>
      <w:color w:val="808080"/>
    </w:rPr>
  </w:style>
  <w:style w:type="paragraph" w:styleId="Footer">
    <w:name w:val="footer"/>
    <w:basedOn w:val="Normal"/>
    <w:link w:val="FooterChar"/>
    <w:uiPriority w:val="99"/>
    <w:rsid w:val="008E4D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4AA2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8E4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9.wmf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image" Target="media/image14.wmf"/><Relationship Id="rId33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3.wmf"/><Relationship Id="rId32" Type="http://schemas.openxmlformats.org/officeDocument/2006/relationships/image" Target="media/image20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2.wmf"/><Relationship Id="rId28" Type="http://schemas.openxmlformats.org/officeDocument/2006/relationships/oleObject" Target="embeddings/oleObject6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image" Target="media/image18.w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22</Pages>
  <Words>2050</Words>
  <Characters>11686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 A</dc:title>
  <dc:subject/>
  <dc:creator>Valued Acer Customer</dc:creator>
  <cp:keywords/>
  <dc:description/>
  <cp:lastModifiedBy>cummingg</cp:lastModifiedBy>
  <cp:revision>8</cp:revision>
  <cp:lastPrinted>2010-07-15T15:17:00Z</cp:lastPrinted>
  <dcterms:created xsi:type="dcterms:W3CDTF">2010-07-20T15:20:00Z</dcterms:created>
  <dcterms:modified xsi:type="dcterms:W3CDTF">2010-07-26T11:02:00Z</dcterms:modified>
</cp:coreProperties>
</file>